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2EEDF" w14:textId="77777777" w:rsidR="00E34330" w:rsidRPr="00E9696C" w:rsidRDefault="00A741A9" w:rsidP="00BF4412">
      <w:pPr>
        <w:tabs>
          <w:tab w:val="left" w:pos="8753"/>
        </w:tabs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5E790D" wp14:editId="0A56DC64">
                <wp:simplePos x="0" y="0"/>
                <wp:positionH relativeFrom="column">
                  <wp:posOffset>1318895</wp:posOffset>
                </wp:positionH>
                <wp:positionV relativeFrom="paragraph">
                  <wp:posOffset>28575</wp:posOffset>
                </wp:positionV>
                <wp:extent cx="5172075" cy="1276350"/>
                <wp:effectExtent l="0" t="3175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410DC" w14:textId="77777777" w:rsidR="00C01BF2" w:rsidRPr="00CB106C" w:rsidRDefault="00C01BF2" w:rsidP="00FE711B">
                            <w:pPr>
                              <w:jc w:val="center"/>
                              <w:rPr>
                                <w:rFonts w:ascii="Century Gothic" w:hAnsi="Century Gothic" w:cs="Bodoni MT Black"/>
                                <w:b/>
                                <w:bCs/>
                                <w:sz w:val="22"/>
                                <w:szCs w:val="28"/>
                                <w:lang w:eastAsia="zh-TW"/>
                              </w:rPr>
                            </w:pPr>
                            <w:r w:rsidRPr="00CB106C">
                              <w:rPr>
                                <w:rFonts w:ascii="Century Gothic" w:hAnsi="Century Gothic" w:cs="Bodoni MT Black"/>
                                <w:b/>
                                <w:bCs/>
                                <w:sz w:val="22"/>
                                <w:szCs w:val="28"/>
                              </w:rPr>
                              <w:t>IB MYP YEAR 2</w:t>
                            </w:r>
                          </w:p>
                          <w:p w14:paraId="50579339" w14:textId="77777777" w:rsidR="00C01BF2" w:rsidRDefault="00C01BF2" w:rsidP="00FE711B">
                            <w:pPr>
                              <w:pStyle w:val="Heading3"/>
                              <w:spacing w:line="240" w:lineRule="auto"/>
                              <w:jc w:val="center"/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sz w:val="24"/>
                                <w:szCs w:val="28"/>
                                <w:lang w:eastAsia="zh-TW"/>
                              </w:rPr>
                            </w:pPr>
                          </w:p>
                          <w:p w14:paraId="4AB7E09A" w14:textId="77777777" w:rsidR="00C01BF2" w:rsidRPr="00F056D6" w:rsidRDefault="00C01BF2" w:rsidP="00FE711B">
                            <w:pPr>
                              <w:pStyle w:val="Heading3"/>
                              <w:spacing w:line="240" w:lineRule="auto"/>
                              <w:jc w:val="center"/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 w:themeColor="background1"/>
                                <w:szCs w:val="34"/>
                                <w:lang w:eastAsia="zh-TW"/>
                              </w:rPr>
                            </w:pPr>
                            <w:r w:rsidRPr="00F056D6"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8"/>
                                <w:lang w:eastAsia="zh-TW"/>
                              </w:rPr>
                              <w:t xml:space="preserve">YEAR 7   </w:t>
                            </w:r>
                            <w:r w:rsidRPr="00F056D6">
                              <w:rPr>
                                <w:rFonts w:ascii="Century Gothic" w:hAnsi="Century Gothic" w:cs="Bodoni MT Black"/>
                                <w:b w:val="0"/>
                                <w:bCs w:val="0"/>
                                <w:color w:val="FFFFFF" w:themeColor="background1"/>
                                <w:sz w:val="28"/>
                                <w:szCs w:val="34"/>
                              </w:rPr>
                              <w:t>Mathematics</w:t>
                            </w:r>
                          </w:p>
                          <w:p w14:paraId="0B304732" w14:textId="77777777" w:rsidR="00C01BF2" w:rsidRPr="0090287B" w:rsidRDefault="00C01BF2" w:rsidP="00FE711B">
                            <w:pPr>
                              <w:rPr>
                                <w:sz w:val="20"/>
                                <w:lang w:eastAsia="zh-TW"/>
                              </w:rPr>
                            </w:pPr>
                          </w:p>
                          <w:p w14:paraId="5627F512" w14:textId="77777777" w:rsidR="00C01BF2" w:rsidRPr="00CB106C" w:rsidRDefault="00C01BF2" w:rsidP="00FE711B">
                            <w:pPr>
                              <w:pStyle w:val="Heading3"/>
                              <w:spacing w:line="240" w:lineRule="auto"/>
                              <w:jc w:val="center"/>
                              <w:rPr>
                                <w:rFonts w:ascii="Century Gothic" w:hAnsi="Century Gothic" w:cs="Castellar"/>
                                <w:sz w:val="32"/>
                                <w:lang w:eastAsia="zh-TW"/>
                              </w:rPr>
                            </w:pPr>
                            <w:r w:rsidRPr="00CB106C">
                              <w:rPr>
                                <w:rFonts w:ascii="Century Gothic" w:hAnsi="Century Gothic" w:cs="Castellar"/>
                                <w:sz w:val="24"/>
                              </w:rPr>
                              <w:t>Assessment</w:t>
                            </w:r>
                            <w:r w:rsidRPr="00CB106C">
                              <w:rPr>
                                <w:rFonts w:ascii="Century Gothic" w:hAnsi="Century Gothic" w:cs="Castellar"/>
                                <w:sz w:val="24"/>
                                <w:lang w:eastAsia="zh-TW"/>
                              </w:rPr>
                              <w:t xml:space="preserve"> #1</w:t>
                            </w:r>
                          </w:p>
                          <w:p w14:paraId="55F19E50" w14:textId="77777777" w:rsidR="00C01BF2" w:rsidRPr="00A741A9" w:rsidRDefault="00C01BF2" w:rsidP="00FE711B">
                            <w:pPr>
                              <w:pStyle w:val="Heading3"/>
                              <w:spacing w:line="240" w:lineRule="auto"/>
                              <w:jc w:val="center"/>
                              <w:rPr>
                                <w:rFonts w:ascii="Stencil" w:hAnsi="Stencil" w:cs="Castellar"/>
                                <w:b w:val="0"/>
                                <w:color w:val="17365D" w:themeColor="text2" w:themeShade="BF"/>
                                <w:sz w:val="24"/>
                                <w:szCs w:val="32"/>
                                <w:lang w:eastAsia="zh-TW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0287B">
                              <w:rPr>
                                <w:rFonts w:ascii="Stencil" w:hAnsi="Stencil" w:cs="Castellar"/>
                                <w:b w:val="0"/>
                                <w:sz w:val="32"/>
                              </w:rPr>
                              <w:t xml:space="preserve"> </w:t>
                            </w:r>
                            <w:r w:rsidRPr="00A741A9">
                              <w:rPr>
                                <w:rFonts w:ascii="Stencil" w:hAnsi="Stencil" w:cs="Castellar" w:hint="eastAsia"/>
                                <w:b w:val="0"/>
                                <w:color w:val="17365D" w:themeColor="text2" w:themeShade="BF"/>
                                <w:sz w:val="32"/>
                                <w:lang w:eastAsia="zh-TW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DIRECTED </w:t>
                            </w:r>
                            <w:r w:rsidRPr="00A741A9">
                              <w:rPr>
                                <w:rFonts w:ascii="Stencil" w:hAnsi="Stencil" w:cs="Castellar"/>
                                <w:b w:val="0"/>
                                <w:color w:val="17365D" w:themeColor="text2" w:themeShade="BF"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03.85pt;margin-top:2.25pt;width:407.25pt;height:10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" filled="f" stroked="f">
                <v:textbox>
                  <w:txbxContent>
                    <w:p w14:paraId="499410DC" w14:textId="77777777" w:rsidR="00C01BF2" w:rsidRPr="00CB106C" w:rsidRDefault="00C01BF2" w:rsidP="00FE711B">
                      <w:pPr>
                        <w:jc w:val="center"/>
                        <w:rPr>
                          <w:rFonts w:ascii="Century Gothic" w:hAnsi="Century Gothic" w:cs="Bodoni MT Black"/>
                          <w:b/>
                          <w:bCs/>
                          <w:sz w:val="22"/>
                          <w:szCs w:val="28"/>
                          <w:lang w:eastAsia="zh-TW"/>
                        </w:rPr>
                      </w:pPr>
                      <w:r w:rsidRPr="00CB106C">
                        <w:rPr>
                          <w:rFonts w:ascii="Century Gothic" w:hAnsi="Century Gothic" w:cs="Bodoni MT Black"/>
                          <w:b/>
                          <w:bCs/>
                          <w:sz w:val="22"/>
                          <w:szCs w:val="28"/>
                        </w:rPr>
                        <w:t>IB MYP YEAR 2</w:t>
                      </w:r>
                    </w:p>
                    <w:p w14:paraId="50579339" w14:textId="77777777" w:rsidR="00C01BF2" w:rsidRDefault="00C01BF2" w:rsidP="00FE711B">
                      <w:pPr>
                        <w:pStyle w:val="Heading3"/>
                        <w:spacing w:line="240" w:lineRule="auto"/>
                        <w:jc w:val="center"/>
                        <w:rPr>
                          <w:rFonts w:ascii="Century Gothic" w:hAnsi="Century Gothic" w:cs="Bodoni MT Black"/>
                          <w:b w:val="0"/>
                          <w:bCs w:val="0"/>
                          <w:sz w:val="24"/>
                          <w:szCs w:val="28"/>
                          <w:lang w:eastAsia="zh-TW"/>
                        </w:rPr>
                      </w:pPr>
                    </w:p>
                    <w:p w14:paraId="4AB7E09A" w14:textId="77777777" w:rsidR="00C01BF2" w:rsidRPr="00F056D6" w:rsidRDefault="00C01BF2" w:rsidP="00FE711B">
                      <w:pPr>
                        <w:pStyle w:val="Heading3"/>
                        <w:spacing w:line="240" w:lineRule="auto"/>
                        <w:jc w:val="center"/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 w:themeColor="background1"/>
                          <w:szCs w:val="34"/>
                          <w:lang w:eastAsia="zh-TW"/>
                        </w:rPr>
                      </w:pPr>
                      <w:r w:rsidRPr="00F056D6"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 w:themeColor="background1"/>
                          <w:sz w:val="24"/>
                          <w:szCs w:val="28"/>
                          <w:lang w:eastAsia="zh-TW"/>
                        </w:rPr>
                        <w:t xml:space="preserve">YEAR 7   </w:t>
                      </w:r>
                      <w:r w:rsidRPr="00F056D6">
                        <w:rPr>
                          <w:rFonts w:ascii="Century Gothic" w:hAnsi="Century Gothic" w:cs="Bodoni MT Black"/>
                          <w:b w:val="0"/>
                          <w:bCs w:val="0"/>
                          <w:color w:val="FFFFFF" w:themeColor="background1"/>
                          <w:sz w:val="28"/>
                          <w:szCs w:val="34"/>
                        </w:rPr>
                        <w:t>Mathematics</w:t>
                      </w:r>
                    </w:p>
                    <w:p w14:paraId="0B304732" w14:textId="77777777" w:rsidR="00C01BF2" w:rsidRPr="0090287B" w:rsidRDefault="00C01BF2" w:rsidP="00FE711B">
                      <w:pPr>
                        <w:rPr>
                          <w:sz w:val="20"/>
                          <w:lang w:eastAsia="zh-TW"/>
                        </w:rPr>
                      </w:pPr>
                    </w:p>
                    <w:p w14:paraId="5627F512" w14:textId="77777777" w:rsidR="00C01BF2" w:rsidRPr="00CB106C" w:rsidRDefault="00C01BF2" w:rsidP="00FE711B">
                      <w:pPr>
                        <w:pStyle w:val="Heading3"/>
                        <w:spacing w:line="240" w:lineRule="auto"/>
                        <w:jc w:val="center"/>
                        <w:rPr>
                          <w:rFonts w:ascii="Century Gothic" w:hAnsi="Century Gothic" w:cs="Castellar"/>
                          <w:sz w:val="32"/>
                          <w:lang w:eastAsia="zh-TW"/>
                        </w:rPr>
                      </w:pPr>
                      <w:r w:rsidRPr="00CB106C">
                        <w:rPr>
                          <w:rFonts w:ascii="Century Gothic" w:hAnsi="Century Gothic" w:cs="Castellar"/>
                          <w:sz w:val="24"/>
                        </w:rPr>
                        <w:t>Assessment</w:t>
                      </w:r>
                      <w:r w:rsidRPr="00CB106C">
                        <w:rPr>
                          <w:rFonts w:ascii="Century Gothic" w:hAnsi="Century Gothic" w:cs="Castellar"/>
                          <w:sz w:val="24"/>
                          <w:lang w:eastAsia="zh-TW"/>
                        </w:rPr>
                        <w:t xml:space="preserve"> #1</w:t>
                      </w:r>
                    </w:p>
                    <w:p w14:paraId="55F19E50" w14:textId="77777777" w:rsidR="00C01BF2" w:rsidRPr="00A741A9" w:rsidRDefault="00C01BF2" w:rsidP="00FE711B">
                      <w:pPr>
                        <w:pStyle w:val="Heading3"/>
                        <w:spacing w:line="240" w:lineRule="auto"/>
                        <w:jc w:val="center"/>
                        <w:rPr>
                          <w:rFonts w:ascii="Stencil" w:hAnsi="Stencil" w:cs="Castellar"/>
                          <w:b w:val="0"/>
                          <w:color w:val="17365D" w:themeColor="text2" w:themeShade="BF"/>
                          <w:sz w:val="24"/>
                          <w:szCs w:val="32"/>
                          <w:lang w:eastAsia="zh-TW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0287B">
                        <w:rPr>
                          <w:rFonts w:ascii="Stencil" w:hAnsi="Stencil" w:cs="Castellar"/>
                          <w:b w:val="0"/>
                          <w:sz w:val="32"/>
                        </w:rPr>
                        <w:t xml:space="preserve"> </w:t>
                      </w:r>
                      <w:r w:rsidRPr="00A741A9">
                        <w:rPr>
                          <w:rFonts w:ascii="Stencil" w:hAnsi="Stencil" w:cs="Castellar" w:hint="eastAsia"/>
                          <w:b w:val="0"/>
                          <w:color w:val="17365D" w:themeColor="text2" w:themeShade="BF"/>
                          <w:sz w:val="32"/>
                          <w:lang w:eastAsia="zh-TW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DIRECTED </w:t>
                      </w:r>
                      <w:r w:rsidRPr="00A741A9">
                        <w:rPr>
                          <w:rFonts w:ascii="Stencil" w:hAnsi="Stencil" w:cs="Castellar"/>
                          <w:b w:val="0"/>
                          <w:color w:val="17365D" w:themeColor="text2" w:themeShade="BF"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Numbers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15194C3" wp14:editId="71C4CBA9">
                <wp:simplePos x="0" y="0"/>
                <wp:positionH relativeFrom="column">
                  <wp:posOffset>2707640</wp:posOffset>
                </wp:positionH>
                <wp:positionV relativeFrom="paragraph">
                  <wp:posOffset>364490</wp:posOffset>
                </wp:positionV>
                <wp:extent cx="2486025" cy="352425"/>
                <wp:effectExtent l="53340" t="46990" r="76835" b="95885"/>
                <wp:wrapThrough wrapText="bothSides">
                  <wp:wrapPolygon edited="0">
                    <wp:start x="-83" y="-584"/>
                    <wp:lineTo x="-83" y="22768"/>
                    <wp:lineTo x="21683" y="22768"/>
                    <wp:lineTo x="21683" y="-584"/>
                    <wp:lineTo x="-83" y="-584"/>
                  </wp:wrapPolygon>
                </wp:wrapThrough>
                <wp:docPr id="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3524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13.2pt;margin-top:28.7pt;width:195.75pt;height:27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" fillcolor="black [3200]" strokecolor="#f2f2f2 [3041]" strokeweight=".25pt">
                <v:shadow on="t" color="#7f7f7f [1601]" opacity=".5" offset="1pt"/>
                <w10:wrap type="through"/>
              </v:rect>
            </w:pict>
          </mc:Fallback>
        </mc:AlternateContent>
      </w:r>
      <w:r w:rsidR="00E34330" w:rsidRPr="00E9696C">
        <w:rPr>
          <w:color w:val="000000"/>
        </w:rPr>
        <w:object w:dxaOrig="6541" w:dyaOrig="5746" w14:anchorId="25C61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92pt" o:ole="">
            <v:imagedata r:id="rId8" o:title=""/>
          </v:shape>
          <o:OLEObject Type="Embed" ProgID="Msxml2.SAXXMLReader.5.0" ShapeID="_x0000_i1025" DrawAspect="Content" ObjectID="_1281440034" r:id="rId9"/>
        </w:object>
      </w:r>
      <w:r w:rsidR="00BF4412">
        <w:rPr>
          <w:color w:val="000000"/>
        </w:rPr>
        <w:tab/>
      </w:r>
    </w:p>
    <w:p w14:paraId="5AE2CC28" w14:textId="77777777" w:rsidR="00D15CD3" w:rsidRDefault="00D15CD3" w:rsidP="008979EB">
      <w:pPr>
        <w:rPr>
          <w:b/>
          <w:bCs/>
          <w:color w:val="000000"/>
          <w:lang w:eastAsia="zh-TW"/>
        </w:rPr>
      </w:pPr>
    </w:p>
    <w:p w14:paraId="49BF1124" w14:textId="77777777" w:rsidR="00F056D6" w:rsidRDefault="00F056D6" w:rsidP="008979EB">
      <w:pPr>
        <w:rPr>
          <w:b/>
          <w:bCs/>
          <w:color w:val="000000"/>
          <w:lang w:eastAsia="zh-TW"/>
        </w:rPr>
      </w:pPr>
    </w:p>
    <w:p w14:paraId="42018086" w14:textId="77777777" w:rsidR="00106ABB" w:rsidRDefault="00A741A9" w:rsidP="008979EB">
      <w:pPr>
        <w:rPr>
          <w:b/>
          <w:bCs/>
          <w:color w:val="000000"/>
          <w:lang w:eastAsia="zh-TW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2C3A4" wp14:editId="0B582F11">
                <wp:simplePos x="0" y="0"/>
                <wp:positionH relativeFrom="column">
                  <wp:posOffset>21590</wp:posOffset>
                </wp:positionH>
                <wp:positionV relativeFrom="paragraph">
                  <wp:posOffset>27940</wp:posOffset>
                </wp:positionV>
                <wp:extent cx="6467475" cy="0"/>
                <wp:effectExtent l="21590" t="27940" r="38735" b="3556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1.7pt;margin-top:2.2pt;width:50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" strokeweight="2.25pt"/>
            </w:pict>
          </mc:Fallback>
        </mc:AlternateContent>
      </w:r>
    </w:p>
    <w:p w14:paraId="4EAC647A" w14:textId="77777777" w:rsidR="00E4079C" w:rsidRPr="00E9696C" w:rsidRDefault="00E4079C" w:rsidP="008979EB">
      <w:pPr>
        <w:rPr>
          <w:b/>
          <w:bCs/>
          <w:color w:val="000000"/>
          <w:lang w:eastAsia="zh-TW"/>
        </w:rPr>
      </w:pPr>
    </w:p>
    <w:tbl>
      <w:tblPr>
        <w:tblW w:w="9614" w:type="dxa"/>
        <w:jc w:val="center"/>
        <w:tblInd w:w="112" w:type="dxa"/>
        <w:tblLook w:val="01E0" w:firstRow="1" w:lastRow="1" w:firstColumn="1" w:lastColumn="1" w:noHBand="0" w:noVBand="0"/>
      </w:tblPr>
      <w:tblGrid>
        <w:gridCol w:w="827"/>
        <w:gridCol w:w="567"/>
        <w:gridCol w:w="20"/>
        <w:gridCol w:w="3523"/>
        <w:gridCol w:w="993"/>
        <w:gridCol w:w="425"/>
        <w:gridCol w:w="283"/>
        <w:gridCol w:w="1275"/>
        <w:gridCol w:w="1701"/>
      </w:tblGrid>
      <w:tr w:rsidR="00E4079C" w:rsidRPr="00E9696C" w14:paraId="5206ECAB" w14:textId="77777777" w:rsidTr="00C60D8A">
        <w:trPr>
          <w:jc w:val="center"/>
        </w:trPr>
        <w:tc>
          <w:tcPr>
            <w:tcW w:w="827" w:type="dxa"/>
          </w:tcPr>
          <w:p w14:paraId="46978751" w14:textId="77777777" w:rsidR="00E4079C" w:rsidRPr="0051074F" w:rsidRDefault="00E4079C" w:rsidP="00E4079C">
            <w:pPr>
              <w:ind w:rightChars="-45" w:right="-108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1074F">
              <w:rPr>
                <w:rFonts w:ascii="Arial" w:hAnsi="Arial" w:cs="Arial"/>
                <w:color w:val="000000"/>
                <w:sz w:val="18"/>
                <w:szCs w:val="20"/>
              </w:rPr>
              <w:t>Name: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14:paraId="3E2F16F4" w14:textId="77777777" w:rsidR="00E4079C" w:rsidRPr="00B16E52" w:rsidRDefault="00E4079C" w:rsidP="00BF4412">
            <w:pPr>
              <w:rPr>
                <w:rFonts w:ascii="Berlin Sans FB Demi" w:hAnsi="Berlin Sans FB Demi" w:cs="Berlin Sans FB Demi"/>
                <w:color w:val="000000"/>
              </w:rPr>
            </w:pPr>
          </w:p>
        </w:tc>
        <w:tc>
          <w:tcPr>
            <w:tcW w:w="1701" w:type="dxa"/>
            <w:gridSpan w:val="3"/>
          </w:tcPr>
          <w:p w14:paraId="2F905107" w14:textId="77777777" w:rsidR="00E4079C" w:rsidRPr="00E4079C" w:rsidRDefault="00E4079C" w:rsidP="00BF4412">
            <w:pPr>
              <w:ind w:rightChars="-53" w:right="-127"/>
              <w:rPr>
                <w:rFonts w:ascii="Century Gothic" w:hAnsi="Century Gothic" w:cs="Berlin Sans FB Demi"/>
                <w:b/>
                <w:color w:val="000000"/>
              </w:rPr>
            </w:pPr>
            <w:r w:rsidRPr="00E4079C">
              <w:rPr>
                <w:rFonts w:ascii="Century Gothic" w:hAnsi="Century Gothic" w:cs="Berlin Sans FB Demi"/>
                <w:b/>
                <w:color w:val="000000"/>
                <w:sz w:val="22"/>
              </w:rPr>
              <w:t>( 7</w:t>
            </w:r>
            <w:r w:rsidRPr="00E4079C"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 xml:space="preserve">          </w:t>
            </w:r>
            <w:r w:rsidR="0051074F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 xml:space="preserve">    </w:t>
            </w:r>
            <w:r w:rsidR="00346A69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 xml:space="preserve">    </w:t>
            </w:r>
            <w:r w:rsidRPr="00E4079C"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 xml:space="preserve"> )</w:t>
            </w:r>
          </w:p>
        </w:tc>
        <w:tc>
          <w:tcPr>
            <w:tcW w:w="2976" w:type="dxa"/>
            <w:gridSpan w:val="2"/>
            <w:vMerge w:val="restart"/>
          </w:tcPr>
          <w:p w14:paraId="4E8150D5" w14:textId="77777777" w:rsidR="00E4079C" w:rsidRPr="00B16E52" w:rsidRDefault="00E4079C" w:rsidP="00F82D20">
            <w:pPr>
              <w:ind w:rightChars="-53" w:right="-127"/>
              <w:rPr>
                <w:rFonts w:ascii="Berlin Sans FB Demi" w:hAnsi="Berlin Sans FB Demi" w:cs="Berlin Sans FB Demi"/>
                <w:color w:val="000000"/>
              </w:rPr>
            </w:pPr>
          </w:p>
        </w:tc>
      </w:tr>
      <w:tr w:rsidR="00E4079C" w:rsidRPr="00106ABB" w14:paraId="57E91B58" w14:textId="77777777" w:rsidTr="00C60D8A">
        <w:trPr>
          <w:trHeight w:val="450"/>
          <w:jc w:val="center"/>
        </w:trPr>
        <w:tc>
          <w:tcPr>
            <w:tcW w:w="1414" w:type="dxa"/>
            <w:gridSpan w:val="3"/>
          </w:tcPr>
          <w:p w14:paraId="6EB24E89" w14:textId="77777777" w:rsidR="00E4079C" w:rsidRPr="00106ABB" w:rsidRDefault="00E4079C" w:rsidP="00E4079C">
            <w:pPr>
              <w:ind w:rightChars="-45" w:right="-108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3523" w:type="dxa"/>
            <w:tcBorders>
              <w:top w:val="single" w:sz="4" w:space="0" w:color="auto"/>
            </w:tcBorders>
          </w:tcPr>
          <w:p w14:paraId="497BC59F" w14:textId="77777777" w:rsidR="00E4079C" w:rsidRPr="00106ABB" w:rsidRDefault="00E4079C" w:rsidP="001A410F">
            <w:pPr>
              <w:rPr>
                <w:color w:val="000000"/>
                <w:sz w:val="16"/>
              </w:rPr>
            </w:pPr>
          </w:p>
        </w:tc>
        <w:tc>
          <w:tcPr>
            <w:tcW w:w="1701" w:type="dxa"/>
            <w:gridSpan w:val="3"/>
          </w:tcPr>
          <w:p w14:paraId="2C593550" w14:textId="77777777" w:rsidR="00E4079C" w:rsidRPr="00106ABB" w:rsidRDefault="00E4079C" w:rsidP="00F82D20">
            <w:pPr>
              <w:ind w:leftChars="73" w:left="175"/>
              <w:rPr>
                <w:color w:val="000000"/>
                <w:sz w:val="16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14:paraId="755EFBA7" w14:textId="77777777" w:rsidR="00E4079C" w:rsidRPr="00106ABB" w:rsidRDefault="00E4079C" w:rsidP="001A410F">
            <w:pPr>
              <w:rPr>
                <w:color w:val="000000"/>
                <w:sz w:val="16"/>
              </w:rPr>
            </w:pPr>
          </w:p>
        </w:tc>
      </w:tr>
      <w:tr w:rsidR="00E4079C" w:rsidRPr="00E9696C" w14:paraId="26A88256" w14:textId="77777777" w:rsidTr="00C60D8A">
        <w:trPr>
          <w:jc w:val="center"/>
        </w:trPr>
        <w:tc>
          <w:tcPr>
            <w:tcW w:w="1394" w:type="dxa"/>
            <w:gridSpan w:val="2"/>
            <w:vAlign w:val="center"/>
          </w:tcPr>
          <w:p w14:paraId="24CAEB8B" w14:textId="77777777" w:rsidR="00E4079C" w:rsidRPr="0051074F" w:rsidRDefault="00E4079C" w:rsidP="00EF6A66">
            <w:pPr>
              <w:ind w:rightChars="-45" w:right="-108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1074F">
              <w:rPr>
                <w:rFonts w:ascii="Arial" w:hAnsi="Arial" w:cs="Arial"/>
                <w:color w:val="000000"/>
                <w:sz w:val="18"/>
                <w:szCs w:val="20"/>
              </w:rPr>
              <w:t>Teacher:</w:t>
            </w:r>
          </w:p>
        </w:tc>
        <w:tc>
          <w:tcPr>
            <w:tcW w:w="4961" w:type="dxa"/>
            <w:gridSpan w:val="4"/>
            <w:vAlign w:val="center"/>
          </w:tcPr>
          <w:p w14:paraId="17BAEE8B" w14:textId="77777777" w:rsidR="00E4079C" w:rsidRPr="0051074F" w:rsidRDefault="00E4079C" w:rsidP="00EF6A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6A66">
              <w:rPr>
                <w:rFonts w:ascii="Century Gothic" w:hAnsi="Century Gothic" w:cs="Berlin Sans FB Demi"/>
                <w:b/>
                <w:color w:val="000000"/>
                <w:sz w:val="22"/>
              </w:rPr>
              <w:t xml:space="preserve">Ms. Luk, </w:t>
            </w:r>
            <w:r w:rsidR="00BC7137"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>Ms. Lau</w:t>
            </w:r>
            <w:r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>,</w:t>
            </w:r>
            <w:r w:rsidRPr="00EF6A66">
              <w:rPr>
                <w:rFonts w:ascii="Century Gothic" w:hAnsi="Century Gothic" w:cs="Berlin Sans FB Demi"/>
                <w:b/>
                <w:color w:val="000000"/>
                <w:sz w:val="22"/>
              </w:rPr>
              <w:t xml:space="preserve"> Ms.</w:t>
            </w:r>
            <w:r w:rsidR="00EF6A66"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 xml:space="preserve"> </w:t>
            </w:r>
            <w:r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>Yeung &amp; Mr.</w:t>
            </w:r>
            <w:r w:rsidR="00EF6A66"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 xml:space="preserve"> Slosberg</w:t>
            </w:r>
          </w:p>
        </w:tc>
        <w:tc>
          <w:tcPr>
            <w:tcW w:w="3259" w:type="dxa"/>
            <w:gridSpan w:val="3"/>
            <w:vAlign w:val="center"/>
          </w:tcPr>
          <w:p w14:paraId="795E0310" w14:textId="77777777" w:rsidR="00E4079C" w:rsidRPr="00E4079C" w:rsidRDefault="00E4079C" w:rsidP="00EF6A66">
            <w:pPr>
              <w:jc w:val="both"/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</w:pPr>
          </w:p>
        </w:tc>
      </w:tr>
      <w:tr w:rsidR="00E4079C" w:rsidRPr="00E9696C" w14:paraId="2E7C4E6B" w14:textId="77777777" w:rsidTr="00C60D8A">
        <w:trPr>
          <w:jc w:val="center"/>
        </w:trPr>
        <w:tc>
          <w:tcPr>
            <w:tcW w:w="1414" w:type="dxa"/>
            <w:gridSpan w:val="3"/>
          </w:tcPr>
          <w:p w14:paraId="299CEB18" w14:textId="77777777" w:rsidR="00E4079C" w:rsidRDefault="00E4079C" w:rsidP="00E4079C">
            <w:pPr>
              <w:ind w:rightChars="-45" w:right="-108"/>
              <w:rPr>
                <w:rFonts w:ascii="Arial" w:hAnsi="Arial" w:cs="Arial"/>
                <w:color w:val="000000"/>
                <w:sz w:val="18"/>
                <w:szCs w:val="20"/>
                <w:lang w:eastAsia="zh-TW"/>
              </w:rPr>
            </w:pPr>
          </w:p>
          <w:p w14:paraId="03F3C6FF" w14:textId="77777777" w:rsidR="00106ABB" w:rsidRPr="0051074F" w:rsidRDefault="00106ABB" w:rsidP="00E4079C">
            <w:pPr>
              <w:ind w:rightChars="-45" w:right="-108"/>
              <w:rPr>
                <w:rFonts w:ascii="Arial" w:hAnsi="Arial" w:cs="Arial"/>
                <w:color w:val="000000"/>
                <w:sz w:val="18"/>
                <w:szCs w:val="20"/>
                <w:lang w:eastAsia="zh-TW"/>
              </w:rPr>
            </w:pPr>
          </w:p>
        </w:tc>
        <w:tc>
          <w:tcPr>
            <w:tcW w:w="3523" w:type="dxa"/>
          </w:tcPr>
          <w:p w14:paraId="3A25DEDB" w14:textId="77777777" w:rsidR="00E4079C" w:rsidRPr="00E4079C" w:rsidRDefault="00E4079C" w:rsidP="001A410F">
            <w:pPr>
              <w:rPr>
                <w:rFonts w:ascii="Century Gothic" w:hAnsi="Century Gothic"/>
                <w:b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</w:tcPr>
          <w:p w14:paraId="59E35691" w14:textId="77777777" w:rsidR="00E4079C" w:rsidRPr="00B16E52" w:rsidRDefault="00E4079C" w:rsidP="00F82D20">
            <w:pPr>
              <w:ind w:leftChars="73" w:left="175"/>
              <w:rPr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  <w:gridSpan w:val="3"/>
          </w:tcPr>
          <w:p w14:paraId="017CDECF" w14:textId="77777777" w:rsidR="00E4079C" w:rsidRPr="00527499" w:rsidRDefault="00E4079C" w:rsidP="001A410F">
            <w:pPr>
              <w:rPr>
                <w:rFonts w:ascii="Berlin Sans FB Demi" w:hAnsi="Berlin Sans FB Demi" w:cs="Berlin Sans FB Demi"/>
                <w:color w:val="000000"/>
              </w:rPr>
            </w:pPr>
          </w:p>
        </w:tc>
      </w:tr>
      <w:tr w:rsidR="00E4079C" w:rsidRPr="00E9696C" w14:paraId="15533C8A" w14:textId="77777777" w:rsidTr="00C60D8A">
        <w:trPr>
          <w:jc w:val="center"/>
        </w:trPr>
        <w:tc>
          <w:tcPr>
            <w:tcW w:w="1414" w:type="dxa"/>
            <w:gridSpan w:val="3"/>
            <w:vAlign w:val="center"/>
          </w:tcPr>
          <w:p w14:paraId="71D92095" w14:textId="77777777" w:rsidR="00E4079C" w:rsidRPr="0051074F" w:rsidRDefault="00E4079C" w:rsidP="00EF6A66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1074F">
              <w:rPr>
                <w:rFonts w:ascii="Arial" w:hAnsi="Arial" w:cs="Arial"/>
                <w:color w:val="000000"/>
                <w:sz w:val="18"/>
                <w:szCs w:val="20"/>
              </w:rPr>
              <w:t>Date of task:</w:t>
            </w:r>
          </w:p>
        </w:tc>
        <w:tc>
          <w:tcPr>
            <w:tcW w:w="4516" w:type="dxa"/>
            <w:gridSpan w:val="2"/>
            <w:vAlign w:val="center"/>
          </w:tcPr>
          <w:p w14:paraId="31C3E4EF" w14:textId="77777777" w:rsidR="00E4079C" w:rsidRPr="00E4079C" w:rsidRDefault="00380BCE" w:rsidP="00380BCE">
            <w:pPr>
              <w:jc w:val="both"/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</w:pPr>
            <w:r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>Friday</w:t>
            </w:r>
            <w:r w:rsidR="00E4079C" w:rsidRPr="00EF6A66">
              <w:rPr>
                <w:rFonts w:ascii="Century Gothic" w:hAnsi="Century Gothic" w:cs="Berlin Sans FB Demi"/>
                <w:b/>
                <w:color w:val="000000"/>
                <w:sz w:val="22"/>
              </w:rPr>
              <w:t>, September</w:t>
            </w:r>
            <w:r w:rsidR="00E4079C"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 xml:space="preserve"> </w:t>
            </w:r>
            <w:r>
              <w:rPr>
                <w:rFonts w:ascii="Century Gothic" w:hAnsi="Century Gothic" w:cs="Berlin Sans FB Demi"/>
                <w:b/>
                <w:color w:val="000000"/>
                <w:sz w:val="22"/>
              </w:rPr>
              <w:t>14</w:t>
            </w:r>
            <w:r w:rsidR="00E4079C"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>, 201</w:t>
            </w:r>
            <w:r w:rsidR="00346A69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>2</w:t>
            </w:r>
          </w:p>
        </w:tc>
        <w:tc>
          <w:tcPr>
            <w:tcW w:w="1983" w:type="dxa"/>
            <w:gridSpan w:val="3"/>
            <w:vAlign w:val="center"/>
          </w:tcPr>
          <w:p w14:paraId="43327D2A" w14:textId="77777777" w:rsidR="00E4079C" w:rsidRPr="0051074F" w:rsidRDefault="00E4079C" w:rsidP="00C60D8A">
            <w:pPr>
              <w:ind w:rightChars="-45" w:right="-108" w:firstLineChars="250" w:firstLine="45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1074F">
              <w:rPr>
                <w:rFonts w:ascii="Arial" w:hAnsi="Arial" w:cs="Arial"/>
                <w:color w:val="000000"/>
                <w:sz w:val="18"/>
                <w:szCs w:val="20"/>
              </w:rPr>
              <w:t>Time allowed:</w:t>
            </w:r>
          </w:p>
        </w:tc>
        <w:tc>
          <w:tcPr>
            <w:tcW w:w="1701" w:type="dxa"/>
            <w:vAlign w:val="center"/>
          </w:tcPr>
          <w:p w14:paraId="02F89405" w14:textId="77777777" w:rsidR="00E4079C" w:rsidRPr="0051074F" w:rsidRDefault="00E4079C" w:rsidP="00C60D8A">
            <w:pPr>
              <w:jc w:val="both"/>
              <w:rPr>
                <w:rFonts w:ascii="Century Gothic" w:hAnsi="Century Gothic" w:cs="Berlin Sans FB Demi"/>
                <w:b/>
                <w:color w:val="000000"/>
                <w:sz w:val="20"/>
                <w:lang w:eastAsia="zh-TW"/>
              </w:rPr>
            </w:pPr>
            <w:r w:rsidRPr="00EF6A66"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>4</w:t>
            </w:r>
            <w:r w:rsidR="008F101E" w:rsidRPr="00EF6A66">
              <w:rPr>
                <w:rFonts w:ascii="Century Gothic" w:hAnsi="Century Gothic" w:cs="Berlin Sans FB Demi" w:hint="eastAsia"/>
                <w:b/>
                <w:color w:val="000000"/>
                <w:sz w:val="22"/>
                <w:lang w:eastAsia="zh-TW"/>
              </w:rPr>
              <w:t>5</w:t>
            </w:r>
            <w:r w:rsidRPr="00EF6A66">
              <w:rPr>
                <w:rFonts w:ascii="Century Gothic" w:hAnsi="Century Gothic" w:cs="Berlin Sans FB Demi"/>
                <w:b/>
                <w:color w:val="000000"/>
                <w:sz w:val="22"/>
                <w:lang w:eastAsia="zh-TW"/>
              </w:rPr>
              <w:t xml:space="preserve"> minutes</w:t>
            </w:r>
          </w:p>
        </w:tc>
      </w:tr>
    </w:tbl>
    <w:p w14:paraId="354640DE" w14:textId="77777777" w:rsidR="00E34330" w:rsidRDefault="00E34330" w:rsidP="008979EB">
      <w:pPr>
        <w:rPr>
          <w:color w:val="000000"/>
          <w:lang w:eastAsia="zh-TW"/>
        </w:rPr>
      </w:pPr>
    </w:p>
    <w:p w14:paraId="6333611C" w14:textId="77777777" w:rsidR="00346A69" w:rsidRDefault="00346A69" w:rsidP="008979EB">
      <w:pPr>
        <w:rPr>
          <w:color w:val="000000"/>
          <w:lang w:eastAsia="zh-TW"/>
        </w:rPr>
      </w:pPr>
    </w:p>
    <w:p w14:paraId="45214E8E" w14:textId="77777777" w:rsidR="00E34330" w:rsidRDefault="00E34330" w:rsidP="008979EB">
      <w:pPr>
        <w:jc w:val="both"/>
        <w:rPr>
          <w:b/>
          <w:bCs/>
          <w:lang w:eastAsia="zh-TW"/>
        </w:rPr>
      </w:pPr>
    </w:p>
    <w:p w14:paraId="29CF8031" w14:textId="77777777" w:rsidR="000A33CE" w:rsidRDefault="000A33CE" w:rsidP="008979EB">
      <w:pPr>
        <w:jc w:val="both"/>
        <w:rPr>
          <w:b/>
          <w:bCs/>
          <w:lang w:eastAsia="zh-TW"/>
        </w:rPr>
      </w:pPr>
    </w:p>
    <w:p w14:paraId="1875B324" w14:textId="77777777" w:rsidR="000A33CE" w:rsidRDefault="00A741A9" w:rsidP="008979EB">
      <w:pPr>
        <w:jc w:val="both"/>
        <w:rPr>
          <w:b/>
          <w:bCs/>
          <w:lang w:eastAsia="zh-TW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25366" wp14:editId="4716610C">
                <wp:simplePos x="0" y="0"/>
                <wp:positionH relativeFrom="column">
                  <wp:posOffset>12065</wp:posOffset>
                </wp:positionH>
                <wp:positionV relativeFrom="paragraph">
                  <wp:posOffset>106680</wp:posOffset>
                </wp:positionV>
                <wp:extent cx="6467475" cy="0"/>
                <wp:effectExtent l="24765" t="30480" r="35560" b="33020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74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.95pt;margin-top:8.4pt;width:50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" strokeweight="2.25pt"/>
            </w:pict>
          </mc:Fallback>
        </mc:AlternateContent>
      </w:r>
    </w:p>
    <w:p w14:paraId="76662FA9" w14:textId="77777777" w:rsidR="00D15CD3" w:rsidRDefault="00D15CD3" w:rsidP="008979EB">
      <w:pPr>
        <w:jc w:val="both"/>
        <w:rPr>
          <w:b/>
          <w:bCs/>
          <w:lang w:eastAsia="zh-TW"/>
        </w:rPr>
      </w:pPr>
    </w:p>
    <w:p w14:paraId="493F6074" w14:textId="77777777" w:rsidR="00E34330" w:rsidRPr="00B16E52" w:rsidRDefault="00E34330">
      <w:pPr>
        <w:rPr>
          <w:rFonts w:ascii="Bodoni MT Black" w:hAnsi="Bodoni MT Black" w:cs="Bodoni MT Black"/>
          <w:b/>
          <w:bCs/>
        </w:rPr>
      </w:pPr>
      <w:r w:rsidRPr="00B16E52">
        <w:rPr>
          <w:rFonts w:ascii="Bodoni MT Black" w:hAnsi="Bodoni MT Black" w:cs="Bodoni MT Black"/>
          <w:b/>
          <w:bCs/>
        </w:rPr>
        <w:t>INSTRUCTIONS:</w:t>
      </w:r>
    </w:p>
    <w:p w14:paraId="1F6417F0" w14:textId="2CDFB5C5" w:rsidR="00D15CD3" w:rsidRPr="00643A8C" w:rsidRDefault="00D15CD3" w:rsidP="00380BCE">
      <w:pPr>
        <w:numPr>
          <w:ilvl w:val="0"/>
          <w:numId w:val="2"/>
        </w:numPr>
        <w:spacing w:beforeLines="50" w:before="120"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r w:rsidRPr="00643A8C">
        <w:rPr>
          <w:rFonts w:ascii="Century Gothic" w:hAnsi="Century Gothic"/>
          <w:sz w:val="20"/>
        </w:rPr>
        <w:t>Read the instructions</w:t>
      </w:r>
      <w:r w:rsidR="0039799F">
        <w:rPr>
          <w:rFonts w:ascii="Century Gothic" w:hAnsi="Century Gothic"/>
          <w:sz w:val="20"/>
        </w:rPr>
        <w:t xml:space="preserve"> &amp; rubrics</w:t>
      </w:r>
      <w:r w:rsidRPr="00643A8C">
        <w:rPr>
          <w:rFonts w:ascii="Century Gothic" w:hAnsi="Century Gothic"/>
          <w:sz w:val="20"/>
        </w:rPr>
        <w:t xml:space="preserve"> carefully.</w:t>
      </w:r>
    </w:p>
    <w:p w14:paraId="5DF704D6" w14:textId="77777777" w:rsidR="00D15CD3" w:rsidRPr="00643A8C" w:rsidRDefault="00D15CD3" w:rsidP="00380BCE">
      <w:pPr>
        <w:numPr>
          <w:ilvl w:val="0"/>
          <w:numId w:val="2"/>
        </w:numPr>
        <w:spacing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r>
        <w:rPr>
          <w:rFonts w:ascii="Century Gothic" w:hAnsi="Century Gothic" w:hint="eastAsia"/>
          <w:sz w:val="20"/>
          <w:lang w:eastAsia="zh-TW"/>
        </w:rPr>
        <w:t>Show a</w:t>
      </w:r>
      <w:r w:rsidRPr="00643A8C">
        <w:rPr>
          <w:rFonts w:ascii="Century Gothic" w:hAnsi="Century Gothic"/>
          <w:sz w:val="20"/>
        </w:rPr>
        <w:t>ll work, steps and proper units.</w:t>
      </w:r>
    </w:p>
    <w:p w14:paraId="68817DDA" w14:textId="77777777" w:rsidR="00D15CD3" w:rsidRPr="00643A8C" w:rsidRDefault="00D15CD3" w:rsidP="00380BCE">
      <w:pPr>
        <w:numPr>
          <w:ilvl w:val="0"/>
          <w:numId w:val="2"/>
        </w:numPr>
        <w:spacing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r w:rsidRPr="00643A8C">
        <w:rPr>
          <w:rFonts w:ascii="Century Gothic" w:hAnsi="Century Gothic"/>
          <w:sz w:val="20"/>
        </w:rPr>
        <w:t xml:space="preserve">Ask the teacher for scrap paper, but any work on the scrap paper will </w:t>
      </w:r>
      <w:r w:rsidRPr="00643A8C">
        <w:rPr>
          <w:rFonts w:ascii="Century Gothic" w:hAnsi="Century Gothic"/>
          <w:b/>
          <w:bCs/>
          <w:sz w:val="20"/>
        </w:rPr>
        <w:t>NOT</w:t>
      </w:r>
      <w:r w:rsidRPr="00643A8C">
        <w:rPr>
          <w:rFonts w:ascii="Century Gothic" w:hAnsi="Century Gothic"/>
          <w:sz w:val="20"/>
        </w:rPr>
        <w:t xml:space="preserve"> be marked.</w:t>
      </w:r>
    </w:p>
    <w:p w14:paraId="4AC5F48E" w14:textId="77777777" w:rsidR="00D15CD3" w:rsidRPr="00643A8C" w:rsidRDefault="00D15CD3" w:rsidP="00380BCE">
      <w:pPr>
        <w:numPr>
          <w:ilvl w:val="0"/>
          <w:numId w:val="2"/>
        </w:numPr>
        <w:spacing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r w:rsidRPr="00643A8C">
        <w:rPr>
          <w:rFonts w:ascii="Century Gothic" w:hAnsi="Century Gothic"/>
          <w:sz w:val="20"/>
        </w:rPr>
        <w:t xml:space="preserve">Write in </w:t>
      </w:r>
      <w:r w:rsidRPr="00643A8C">
        <w:rPr>
          <w:rFonts w:ascii="Century Gothic" w:hAnsi="Century Gothic" w:cs="Bodoni MT Black"/>
          <w:b/>
          <w:bCs/>
          <w:sz w:val="20"/>
        </w:rPr>
        <w:t>PENCIL</w:t>
      </w:r>
      <w:r w:rsidRPr="00643A8C">
        <w:rPr>
          <w:rFonts w:ascii="Century Gothic" w:hAnsi="Century Gothic"/>
          <w:sz w:val="20"/>
        </w:rPr>
        <w:t xml:space="preserve">.  </w:t>
      </w:r>
    </w:p>
    <w:p w14:paraId="2743B5B1" w14:textId="1D4D0642" w:rsidR="00D15CD3" w:rsidRDefault="0039799F" w:rsidP="00380BCE">
      <w:pPr>
        <w:numPr>
          <w:ilvl w:val="0"/>
          <w:numId w:val="2"/>
        </w:numPr>
        <w:spacing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proofErr w:type="gramStart"/>
      <w:r w:rsidRPr="0039799F">
        <w:rPr>
          <w:rFonts w:ascii="Century Gothic" w:hAnsi="Century Gothic"/>
          <w:bCs/>
          <w:sz w:val="20"/>
        </w:rPr>
        <w:t>Your are</w:t>
      </w:r>
      <w:proofErr w:type="gramEnd"/>
      <w:r>
        <w:rPr>
          <w:rFonts w:ascii="Century Gothic" w:hAnsi="Century Gothic"/>
          <w:b/>
          <w:bCs/>
          <w:sz w:val="20"/>
        </w:rPr>
        <w:t xml:space="preserve"> </w:t>
      </w:r>
      <w:r w:rsidR="00D15CD3" w:rsidRPr="00643A8C">
        <w:rPr>
          <w:rFonts w:ascii="Century Gothic" w:hAnsi="Century Gothic"/>
          <w:b/>
          <w:bCs/>
          <w:sz w:val="20"/>
        </w:rPr>
        <w:t>NOT</w:t>
      </w:r>
      <w:r w:rsidR="00D15CD3" w:rsidRPr="00643A8C">
        <w:rPr>
          <w:rFonts w:ascii="Century Gothic" w:hAnsi="Century Gothic"/>
          <w:sz w:val="20"/>
        </w:rPr>
        <w:t xml:space="preserve"> allowed</w:t>
      </w:r>
      <w:r w:rsidR="00D15CD3">
        <w:rPr>
          <w:rFonts w:ascii="Century Gothic" w:hAnsi="Century Gothic" w:hint="eastAsia"/>
          <w:sz w:val="20"/>
          <w:lang w:eastAsia="zh-TW"/>
        </w:rPr>
        <w:t xml:space="preserve"> to use a</w:t>
      </w:r>
      <w:r w:rsidR="00D15CD3" w:rsidRPr="00643A8C">
        <w:rPr>
          <w:rFonts w:ascii="Century Gothic" w:hAnsi="Century Gothic"/>
          <w:sz w:val="20"/>
        </w:rPr>
        <w:t xml:space="preserve">ny </w:t>
      </w:r>
      <w:r w:rsidR="00D15CD3" w:rsidRPr="00643A8C">
        <w:rPr>
          <w:rFonts w:ascii="Century Gothic" w:hAnsi="Century Gothic"/>
          <w:b/>
          <w:sz w:val="20"/>
        </w:rPr>
        <w:t>electronic devices</w:t>
      </w:r>
      <w:r w:rsidR="00D15CD3">
        <w:rPr>
          <w:rFonts w:ascii="Century Gothic" w:hAnsi="Century Gothic"/>
          <w:sz w:val="20"/>
          <w:lang w:eastAsia="zh-TW"/>
        </w:rPr>
        <w:t>,</w:t>
      </w:r>
      <w:r w:rsidR="00D15CD3" w:rsidRPr="00643A8C">
        <w:rPr>
          <w:rFonts w:ascii="Century Gothic" w:hAnsi="Century Gothic"/>
          <w:sz w:val="20"/>
        </w:rPr>
        <w:t xml:space="preserve"> such as </w:t>
      </w:r>
      <w:r w:rsidR="00D15CD3">
        <w:rPr>
          <w:rFonts w:ascii="Century Gothic" w:hAnsi="Century Gothic"/>
          <w:sz w:val="20"/>
        </w:rPr>
        <w:t>translators</w:t>
      </w:r>
      <w:r w:rsidR="00D15CD3">
        <w:rPr>
          <w:rFonts w:ascii="Century Gothic" w:hAnsi="Century Gothic"/>
          <w:sz w:val="20"/>
          <w:lang w:eastAsia="zh-TW"/>
        </w:rPr>
        <w:t xml:space="preserve"> or</w:t>
      </w:r>
      <w:r w:rsidR="00D15CD3" w:rsidRPr="00643A8C">
        <w:rPr>
          <w:rFonts w:ascii="Century Gothic" w:hAnsi="Century Gothic"/>
          <w:sz w:val="20"/>
        </w:rPr>
        <w:t xml:space="preserve"> calculators.</w:t>
      </w:r>
    </w:p>
    <w:p w14:paraId="6B9E136D" w14:textId="77777777" w:rsidR="00D15CD3" w:rsidRPr="00643A8C" w:rsidRDefault="00D15CD3" w:rsidP="00380BCE">
      <w:pPr>
        <w:numPr>
          <w:ilvl w:val="0"/>
          <w:numId w:val="2"/>
        </w:numPr>
        <w:spacing w:afterLines="50" w:after="120" w:line="0" w:lineRule="atLeast"/>
        <w:ind w:left="482" w:hanging="482"/>
        <w:jc w:val="both"/>
        <w:rPr>
          <w:rFonts w:ascii="Century Gothic" w:hAnsi="Century Gothic"/>
          <w:sz w:val="20"/>
        </w:rPr>
      </w:pPr>
      <w:r>
        <w:rPr>
          <w:rFonts w:ascii="Century Gothic" w:hAnsi="Century Gothic" w:hint="eastAsia"/>
          <w:sz w:val="20"/>
          <w:lang w:eastAsia="zh-TW"/>
        </w:rPr>
        <w:t xml:space="preserve">Allowed to use </w:t>
      </w:r>
      <w:r w:rsidRPr="00643A8C">
        <w:rPr>
          <w:rFonts w:ascii="Century Gothic" w:hAnsi="Century Gothic" w:hint="eastAsia"/>
          <w:b/>
          <w:sz w:val="20"/>
          <w:lang w:eastAsia="zh-TW"/>
        </w:rPr>
        <w:t>non-electronic dictionary</w:t>
      </w:r>
      <w:r>
        <w:rPr>
          <w:rFonts w:ascii="Century Gothic" w:hAnsi="Century Gothic" w:hint="eastAsia"/>
          <w:sz w:val="20"/>
          <w:lang w:eastAsia="zh-TW"/>
        </w:rPr>
        <w:t>.</w:t>
      </w:r>
      <w:r w:rsidRPr="00643A8C">
        <w:rPr>
          <w:rFonts w:ascii="Century Gothic" w:hAnsi="Century Gothic"/>
          <w:sz w:val="20"/>
        </w:rPr>
        <w:t xml:space="preserve"> </w:t>
      </w:r>
    </w:p>
    <w:p w14:paraId="2A5C2B6B" w14:textId="77777777" w:rsidR="00E34330" w:rsidRDefault="00E34330" w:rsidP="00B16E52">
      <w:pPr>
        <w:jc w:val="both"/>
        <w:rPr>
          <w:lang w:eastAsia="zh-TW"/>
        </w:rPr>
      </w:pPr>
    </w:p>
    <w:p w14:paraId="2CFA7439" w14:textId="77777777" w:rsidR="00D15CD3" w:rsidRPr="00D15CD3" w:rsidRDefault="00D15CD3" w:rsidP="00B16E52">
      <w:pPr>
        <w:jc w:val="both"/>
        <w:rPr>
          <w:lang w:eastAsia="zh-TW"/>
        </w:rPr>
      </w:pPr>
    </w:p>
    <w:p w14:paraId="1F498C12" w14:textId="77777777" w:rsidR="00BF4412" w:rsidRDefault="00BF4412" w:rsidP="00B16E52">
      <w:pPr>
        <w:jc w:val="both"/>
        <w:rPr>
          <w:lang w:eastAsia="zh-TW"/>
        </w:rPr>
      </w:pPr>
    </w:p>
    <w:p w14:paraId="638F4E73" w14:textId="77777777" w:rsidR="00E34330" w:rsidRPr="00B16E52" w:rsidRDefault="00E34330" w:rsidP="00B16E52">
      <w:pPr>
        <w:jc w:val="both"/>
        <w:rPr>
          <w:rFonts w:ascii="Bodoni MT Black" w:hAnsi="Bodoni MT Black" w:cs="Bodoni MT Black"/>
          <w:b/>
          <w:bCs/>
        </w:rPr>
      </w:pPr>
      <w:r w:rsidRPr="00B16E52">
        <w:rPr>
          <w:rFonts w:ascii="Bodoni MT Black" w:hAnsi="Bodoni MT Black" w:cs="Bodoni MT Black"/>
          <w:b/>
          <w:bCs/>
        </w:rPr>
        <w:t>ASSESSMENT:</w:t>
      </w:r>
    </w:p>
    <w:p w14:paraId="2EF5D497" w14:textId="5CD61EF0" w:rsidR="0039799F" w:rsidRDefault="0039799F" w:rsidP="00380BCE">
      <w:pPr>
        <w:numPr>
          <w:ilvl w:val="0"/>
          <w:numId w:val="2"/>
        </w:numPr>
        <w:spacing w:beforeLines="50" w:before="120" w:afterLines="50" w:after="120"/>
        <w:ind w:left="482" w:hanging="482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Read the rubrics on the other side carefully.  They tell you how to achieve full marks.</w:t>
      </w:r>
      <w:bookmarkStart w:id="0" w:name="_GoBack"/>
      <w:bookmarkEnd w:id="0"/>
    </w:p>
    <w:p w14:paraId="0BC18FA9" w14:textId="77777777" w:rsidR="00E34330" w:rsidRPr="00114B31" w:rsidRDefault="00380BCE" w:rsidP="00380BCE">
      <w:pPr>
        <w:numPr>
          <w:ilvl w:val="0"/>
          <w:numId w:val="2"/>
        </w:numPr>
        <w:spacing w:beforeLines="50" w:before="120" w:afterLines="50" w:after="120"/>
        <w:ind w:left="482" w:hanging="482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Write a short story about you and your friends related to directed numbers.  At each stage, you should calculate the new values (positive or negative) in respect to each person.</w:t>
      </w:r>
    </w:p>
    <w:p w14:paraId="1BB0FFDE" w14:textId="77777777" w:rsidR="00E34330" w:rsidRDefault="00E34330">
      <w:pPr>
        <w:pStyle w:val="PlainText"/>
        <w:jc w:val="both"/>
        <w:rPr>
          <w:rFonts w:ascii="Times New Roman" w:hAnsi="Times New Roman" w:cs="Times New Roman"/>
          <w:sz w:val="22"/>
          <w:szCs w:val="22"/>
          <w:lang w:eastAsia="zh-TW"/>
        </w:rPr>
      </w:pPr>
    </w:p>
    <w:p w14:paraId="7054A756" w14:textId="77777777" w:rsidR="000A33CE" w:rsidRDefault="000A33CE">
      <w:pPr>
        <w:pStyle w:val="PlainText"/>
        <w:jc w:val="both"/>
        <w:rPr>
          <w:rFonts w:ascii="Times New Roman" w:hAnsi="Times New Roman" w:cs="Times New Roman"/>
          <w:sz w:val="22"/>
          <w:szCs w:val="22"/>
          <w:lang w:eastAsia="zh-TW"/>
        </w:rPr>
      </w:pPr>
    </w:p>
    <w:p w14:paraId="7AA47737" w14:textId="77777777" w:rsidR="000A33CE" w:rsidRDefault="000A33CE">
      <w:pPr>
        <w:pStyle w:val="PlainText"/>
        <w:jc w:val="both"/>
        <w:rPr>
          <w:rFonts w:ascii="Times New Roman" w:hAnsi="Times New Roman" w:cs="Times New Roman"/>
          <w:sz w:val="22"/>
          <w:szCs w:val="22"/>
          <w:lang w:eastAsia="zh-TW"/>
        </w:rPr>
      </w:pPr>
    </w:p>
    <w:p w14:paraId="127E6541" w14:textId="77777777" w:rsidR="000A33CE" w:rsidRDefault="000A33CE">
      <w:pPr>
        <w:pStyle w:val="PlainText"/>
        <w:jc w:val="both"/>
        <w:rPr>
          <w:rFonts w:ascii="Times New Roman" w:hAnsi="Times New Roman" w:cs="Times New Roman"/>
          <w:sz w:val="22"/>
          <w:szCs w:val="22"/>
          <w:lang w:eastAsia="zh-TW"/>
        </w:rPr>
      </w:pPr>
    </w:p>
    <w:p w14:paraId="15FF3439" w14:textId="77777777" w:rsidR="000A33CE" w:rsidRDefault="000A33CE">
      <w:pPr>
        <w:pStyle w:val="PlainText"/>
        <w:jc w:val="both"/>
        <w:rPr>
          <w:rFonts w:ascii="Times New Roman" w:hAnsi="Times New Roman" w:cs="Times New Roman"/>
          <w:sz w:val="22"/>
          <w:szCs w:val="22"/>
          <w:lang w:eastAsia="zh-TW"/>
        </w:rPr>
      </w:pPr>
    </w:p>
    <w:p w14:paraId="7A833EBA" w14:textId="77777777" w:rsidR="00E34330" w:rsidRPr="00CA049D" w:rsidRDefault="00E34330" w:rsidP="008979EB">
      <w:pPr>
        <w:rPr>
          <w:rFonts w:ascii="Bodoni MT Black" w:eastAsia="MyriadPro-Regular" w:hAnsi="Bodoni MT Black"/>
          <w:color w:val="000000"/>
          <w:sz w:val="22"/>
          <w:szCs w:val="22"/>
        </w:rPr>
      </w:pPr>
      <w:r>
        <w:rPr>
          <w:sz w:val="22"/>
          <w:szCs w:val="22"/>
        </w:rPr>
        <w:br w:type="page"/>
      </w:r>
      <w:r w:rsidRPr="00CA049D">
        <w:rPr>
          <w:rFonts w:ascii="Bodoni MT Black" w:eastAsia="MyriadPro-Regular" w:hAnsi="Bodoni MT Black" w:cs="Bodoni MT Black"/>
          <w:color w:val="000000"/>
          <w:sz w:val="22"/>
          <w:szCs w:val="22"/>
        </w:rPr>
        <w:lastRenderedPageBreak/>
        <w:t>Criterion A:</w:t>
      </w:r>
      <w:r w:rsidRPr="00CA049D">
        <w:rPr>
          <w:rFonts w:ascii="Bodoni MT Black" w:eastAsia="MyriadPro-Regular" w:hAnsi="Bodoni MT Black" w:cs="Bodoni MT Black"/>
          <w:color w:val="000000"/>
          <w:sz w:val="18"/>
          <w:szCs w:val="22"/>
        </w:rPr>
        <w:t xml:space="preserve"> </w:t>
      </w:r>
      <w:r w:rsidR="00114B31" w:rsidRPr="00CA049D">
        <w:rPr>
          <w:rFonts w:ascii="Bodoni MT Black" w:eastAsia="MyriadPro-Regular" w:hAnsi="Bodoni MT Black" w:cs="Bodoni MT Black" w:hint="eastAsia"/>
          <w:color w:val="000000"/>
          <w:sz w:val="18"/>
          <w:szCs w:val="22"/>
          <w:lang w:eastAsia="zh-TW"/>
        </w:rPr>
        <w:t xml:space="preserve"> </w:t>
      </w:r>
      <w:r w:rsidR="00114B31" w:rsidRPr="00CA049D">
        <w:rPr>
          <w:rFonts w:ascii="Bodoni MT Black" w:eastAsia="MyriadPro-Regular" w:hAnsi="Bodoni MT Black" w:cs="Bodoni MT Black" w:hint="eastAsia"/>
          <w:color w:val="000000"/>
          <w:sz w:val="22"/>
          <w:szCs w:val="22"/>
          <w:lang w:eastAsia="zh-TW"/>
        </w:rPr>
        <w:t xml:space="preserve"> </w:t>
      </w:r>
      <w:r w:rsidRPr="00CA049D">
        <w:rPr>
          <w:rFonts w:ascii="Copperplate Gothic Light" w:eastAsia="MyriadPro-Regular" w:hAnsi="Copperplate Gothic Light" w:cs="Copperplate Gothic Bold"/>
          <w:color w:val="000000"/>
          <w:szCs w:val="22"/>
        </w:rPr>
        <w:t>knowledge and understanding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7"/>
        <w:gridCol w:w="3585"/>
        <w:gridCol w:w="3827"/>
        <w:gridCol w:w="1429"/>
      </w:tblGrid>
      <w:tr w:rsidR="002359D6" w:rsidRPr="00B16E52" w14:paraId="044D0227" w14:textId="77777777" w:rsidTr="00372198">
        <w:trPr>
          <w:trHeight w:val="228"/>
        </w:trPr>
        <w:tc>
          <w:tcPr>
            <w:tcW w:w="1377" w:type="dxa"/>
            <w:shd w:val="clear" w:color="auto" w:fill="D9D9D9"/>
            <w:vAlign w:val="center"/>
          </w:tcPr>
          <w:p w14:paraId="180A657A" w14:textId="77777777" w:rsidR="002359D6" w:rsidRPr="00106ABB" w:rsidRDefault="002359D6" w:rsidP="00346A69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Achievement level</w:t>
            </w:r>
          </w:p>
        </w:tc>
        <w:tc>
          <w:tcPr>
            <w:tcW w:w="3585" w:type="dxa"/>
            <w:shd w:val="clear" w:color="auto" w:fill="D9D9D9"/>
            <w:vAlign w:val="center"/>
          </w:tcPr>
          <w:p w14:paraId="61E3AF31" w14:textId="77777777" w:rsidR="002359D6" w:rsidRPr="00106ABB" w:rsidRDefault="002359D6" w:rsidP="00346A69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Task Specific Rubric</w:t>
            </w:r>
          </w:p>
        </w:tc>
        <w:tc>
          <w:tcPr>
            <w:tcW w:w="3827" w:type="dxa"/>
            <w:tcBorders>
              <w:right w:val="thinThickSmallGap" w:sz="24" w:space="0" w:color="auto"/>
            </w:tcBorders>
            <w:shd w:val="clear" w:color="auto" w:fill="D9D9D9"/>
            <w:vAlign w:val="center"/>
          </w:tcPr>
          <w:p w14:paraId="76C4DBA4" w14:textId="77777777" w:rsidR="002359D6" w:rsidRPr="00106ABB" w:rsidRDefault="002359D6" w:rsidP="00346A69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IBO Published Descriptor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14:paraId="792B118B" w14:textId="77777777" w:rsidR="002359D6" w:rsidRPr="00E35EFA" w:rsidRDefault="002359D6" w:rsidP="00380BC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18"/>
                <w:szCs w:val="18"/>
              </w:rPr>
            </w:pPr>
            <w:r w:rsidRPr="00E35EFA">
              <w:rPr>
                <w:rFonts w:ascii="Berlin Sans FB Demi" w:hAnsi="Berlin Sans FB Demi" w:cs="Berlin Sans FB Demi" w:hint="eastAsia"/>
                <w:sz w:val="18"/>
                <w:szCs w:val="18"/>
              </w:rPr>
              <w:t>Student</w:t>
            </w:r>
            <w:r w:rsidRPr="00E35EFA">
              <w:rPr>
                <w:rFonts w:ascii="Berlin Sans FB Demi" w:hAnsi="Berlin Sans FB Demi" w:cs="Berlin Sans FB Demi"/>
                <w:sz w:val="18"/>
                <w:szCs w:val="18"/>
              </w:rPr>
              <w:t>’</w:t>
            </w:r>
            <w:r w:rsidRPr="00E35EFA">
              <w:rPr>
                <w:rFonts w:ascii="Berlin Sans FB Demi" w:hAnsi="Berlin Sans FB Demi" w:cs="Berlin Sans FB Demi" w:hint="eastAsia"/>
                <w:sz w:val="18"/>
                <w:szCs w:val="18"/>
              </w:rPr>
              <w:t xml:space="preserve">s </w:t>
            </w:r>
            <w:r>
              <w:rPr>
                <w:rFonts w:ascii="Berlin Sans FB Demi" w:hAnsi="Berlin Sans FB Demi" w:cs="Berlin Sans FB Demi" w:hint="eastAsia"/>
                <w:sz w:val="18"/>
                <w:szCs w:val="18"/>
              </w:rPr>
              <w:t>self-evaluation</w:t>
            </w:r>
          </w:p>
        </w:tc>
      </w:tr>
      <w:tr w:rsidR="002359D6" w:rsidRPr="00B16E52" w14:paraId="39966487" w14:textId="77777777" w:rsidTr="00372198">
        <w:trPr>
          <w:trHeight w:val="845"/>
        </w:trPr>
        <w:tc>
          <w:tcPr>
            <w:tcW w:w="1377" w:type="dxa"/>
            <w:vAlign w:val="center"/>
          </w:tcPr>
          <w:p w14:paraId="19584100" w14:textId="77777777" w:rsidR="002359D6" w:rsidRPr="00643A8C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0</w:t>
            </w:r>
          </w:p>
        </w:tc>
        <w:tc>
          <w:tcPr>
            <w:tcW w:w="3585" w:type="dxa"/>
            <w:vAlign w:val="center"/>
          </w:tcPr>
          <w:p w14:paraId="69C264A1" w14:textId="77777777" w:rsidR="002359D6" w:rsidRPr="00372198" w:rsidRDefault="002359D6" w:rsidP="002359D6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</w:pP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3827" w:type="dxa"/>
            <w:tcBorders>
              <w:right w:val="thinThickSmallGap" w:sz="24" w:space="0" w:color="auto"/>
            </w:tcBorders>
            <w:vAlign w:val="center"/>
          </w:tcPr>
          <w:p w14:paraId="619B6734" w14:textId="77777777" w:rsidR="002359D6" w:rsidRPr="00372198" w:rsidRDefault="002359D6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</w:pP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1417" w:type="dxa"/>
            <w:vMerge w:val="restart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bottom"/>
          </w:tcPr>
          <w:p w14:paraId="21D31341" w14:textId="77777777" w:rsidR="002359D6" w:rsidRPr="006350B2" w:rsidRDefault="002359D6" w:rsidP="00CB106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(</w:t>
            </w:r>
            <w:r w:rsidR="00CB106C">
              <w:rPr>
                <w:rFonts w:ascii="Arial Black" w:eastAsia="MyriadPro-Regular" w:hAnsi="Arial Black" w:cs="Berlin Sans FB" w:hint="eastAsia"/>
                <w:sz w:val="18"/>
                <w:szCs w:val="18"/>
                <w:lang w:eastAsia="zh-TW"/>
              </w:rPr>
              <w:t>0-8</w:t>
            </w: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)</w:t>
            </w:r>
          </w:p>
        </w:tc>
      </w:tr>
      <w:tr w:rsidR="002359D6" w:rsidRPr="00B16E52" w14:paraId="5A7BEC21" w14:textId="77777777" w:rsidTr="00372198">
        <w:trPr>
          <w:trHeight w:val="758"/>
        </w:trPr>
        <w:tc>
          <w:tcPr>
            <w:tcW w:w="1377" w:type="dxa"/>
            <w:vAlign w:val="center"/>
          </w:tcPr>
          <w:p w14:paraId="599B668F" w14:textId="77777777" w:rsidR="002359D6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  <w:lang w:eastAsia="zh-TW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1–2</w:t>
            </w:r>
          </w:p>
          <w:p w14:paraId="39BA5BC9" w14:textId="77777777" w:rsidR="00F42F71" w:rsidRPr="00F42F71" w:rsidRDefault="00F42F71" w:rsidP="00B16E52">
            <w:pPr>
              <w:autoSpaceDE w:val="0"/>
              <w:autoSpaceDN w:val="0"/>
              <w:adjustRightInd w:val="0"/>
              <w:jc w:val="center"/>
              <w:rPr>
                <w:rFonts w:ascii="Arial Black" w:hAnsi="Arial Black" w:cs="Arial"/>
                <w:bCs/>
                <w:color w:val="FF0000"/>
                <w:sz w:val="22"/>
                <w:szCs w:val="18"/>
                <w:lang w:eastAsia="zh-TW"/>
              </w:rPr>
            </w:pPr>
            <w:r w:rsidRPr="00F42F71">
              <w:rPr>
                <w:rFonts w:ascii="Arial Black" w:eastAsia="MyriadPro-Regular" w:hAnsi="Arial Black" w:cs="Arial"/>
                <w:color w:val="FF0000"/>
                <w:sz w:val="18"/>
                <w:szCs w:val="18"/>
                <w:lang w:eastAsia="zh-TW"/>
              </w:rPr>
              <w:t>Simple</w:t>
            </w:r>
          </w:p>
        </w:tc>
        <w:tc>
          <w:tcPr>
            <w:tcW w:w="3585" w:type="dxa"/>
            <w:vAlign w:val="center"/>
          </w:tcPr>
          <w:p w14:paraId="3D5FEDB6" w14:textId="77777777" w:rsidR="002359D6" w:rsidRPr="00372198" w:rsidRDefault="00380BCE" w:rsidP="002359D6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The story and its math are very simple.</w:t>
            </w:r>
          </w:p>
        </w:tc>
        <w:tc>
          <w:tcPr>
            <w:tcW w:w="3827" w:type="dxa"/>
            <w:tcBorders>
              <w:right w:val="thinThickSmallGap" w:sz="24" w:space="0" w:color="auto"/>
            </w:tcBorders>
            <w:vAlign w:val="center"/>
          </w:tcPr>
          <w:p w14:paraId="242F21BB" w14:textId="77777777" w:rsidR="002359D6" w:rsidRPr="00372198" w:rsidRDefault="00380BCE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The student </w:t>
            </w:r>
            <w:r w:rsidRPr="00A741A9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generally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makes appropriate deductions when solving </w:t>
            </w:r>
            <w:r w:rsidRPr="00A741A9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simple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problems in </w:t>
            </w:r>
            <w:r w:rsidRPr="00380BCE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familiar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contexts.</w:t>
            </w:r>
          </w:p>
        </w:tc>
        <w:tc>
          <w:tcPr>
            <w:tcW w:w="141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3F2DC8C4" w14:textId="77777777" w:rsidR="002359D6" w:rsidRPr="004874E4" w:rsidRDefault="002359D6" w:rsidP="004874E4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16"/>
                <w:szCs w:val="18"/>
              </w:rPr>
            </w:pPr>
          </w:p>
        </w:tc>
      </w:tr>
      <w:tr w:rsidR="002F1158" w:rsidRPr="00B16E52" w14:paraId="2E1C00EE" w14:textId="77777777" w:rsidTr="00372198">
        <w:trPr>
          <w:trHeight w:val="898"/>
        </w:trPr>
        <w:tc>
          <w:tcPr>
            <w:tcW w:w="1377" w:type="dxa"/>
            <w:vAlign w:val="center"/>
          </w:tcPr>
          <w:p w14:paraId="5F1EA187" w14:textId="77777777" w:rsidR="002F1158" w:rsidRDefault="002F1158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  <w:lang w:eastAsia="zh-TW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3–4</w:t>
            </w:r>
          </w:p>
          <w:p w14:paraId="35279554" w14:textId="77777777" w:rsidR="00F42F71" w:rsidRPr="00643A8C" w:rsidRDefault="00F42F71" w:rsidP="00B16E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8"/>
                <w:lang w:eastAsia="zh-TW"/>
              </w:rPr>
            </w:pPr>
            <w:r w:rsidRPr="00F42F71">
              <w:rPr>
                <w:rFonts w:ascii="Arial Black" w:eastAsia="MyriadPro-Regular" w:hAnsi="Arial Black" w:cs="Arial" w:hint="eastAsia"/>
                <w:color w:val="FF0000"/>
                <w:sz w:val="18"/>
                <w:szCs w:val="18"/>
                <w:lang w:eastAsia="zh-TW"/>
              </w:rPr>
              <w:t>Complex</w:t>
            </w:r>
          </w:p>
        </w:tc>
        <w:tc>
          <w:tcPr>
            <w:tcW w:w="3585" w:type="dxa"/>
            <w:vAlign w:val="center"/>
          </w:tcPr>
          <w:p w14:paraId="4A9896D3" w14:textId="77777777" w:rsidR="002F1158" w:rsidRPr="00372198" w:rsidRDefault="00380BCE" w:rsidP="002359D6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The story and its math are more complex.  You should add or subtract positives and negatives.</w:t>
            </w:r>
          </w:p>
        </w:tc>
        <w:tc>
          <w:tcPr>
            <w:tcW w:w="3827" w:type="dxa"/>
            <w:tcBorders>
              <w:right w:val="thinThickSmallGap" w:sz="24" w:space="0" w:color="auto"/>
            </w:tcBorders>
            <w:vAlign w:val="center"/>
          </w:tcPr>
          <w:p w14:paraId="5ADEF84A" w14:textId="77777777" w:rsidR="002F1158" w:rsidRPr="00372198" w:rsidRDefault="00A741A9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The student </w:t>
            </w:r>
            <w:r w:rsidRPr="00A741A9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generally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makes appropriate deductions when solving </w:t>
            </w:r>
            <w:r w:rsidRPr="00A741A9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more complex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problems in </w:t>
            </w:r>
            <w:r w:rsidRPr="00A741A9">
              <w:rPr>
                <w:rFonts w:ascii="Century Gothic" w:eastAsia="MyriadPro-Regular" w:hAnsi="Century Gothic" w:cs="Berlin Sans FB"/>
                <w:b/>
                <w:color w:val="000000"/>
                <w:sz w:val="18"/>
                <w:szCs w:val="18"/>
              </w:rPr>
              <w:t>familiar</w:t>
            </w: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contexts.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00" w:themeFill="text1"/>
            <w:vAlign w:val="center"/>
          </w:tcPr>
          <w:p w14:paraId="36E80E58" w14:textId="77777777" w:rsidR="002F1158" w:rsidRPr="002F1158" w:rsidRDefault="002F1158" w:rsidP="00380BC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</w:pP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Teacher</w:t>
            </w:r>
            <w:r w:rsidRPr="002F1158"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  <w:t>’</w:t>
            </w: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 xml:space="preserve">s </w:t>
            </w:r>
          </w:p>
          <w:p w14:paraId="7F7B092D" w14:textId="77777777" w:rsidR="002F1158" w:rsidRPr="002F1158" w:rsidRDefault="002F1158" w:rsidP="002F115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</w:pP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Final Grad</w:t>
            </w:r>
            <w:r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e</w:t>
            </w:r>
          </w:p>
        </w:tc>
      </w:tr>
      <w:tr w:rsidR="002F1158" w:rsidRPr="00B16E52" w14:paraId="4FDCAB9C" w14:textId="77777777" w:rsidTr="00372198">
        <w:trPr>
          <w:trHeight w:val="1124"/>
        </w:trPr>
        <w:tc>
          <w:tcPr>
            <w:tcW w:w="1377" w:type="dxa"/>
            <w:vAlign w:val="center"/>
          </w:tcPr>
          <w:p w14:paraId="035C6E6D" w14:textId="77777777" w:rsidR="002F1158" w:rsidRDefault="002F1158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  <w:lang w:eastAsia="zh-TW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5–6</w:t>
            </w:r>
          </w:p>
          <w:p w14:paraId="0C04F569" w14:textId="77777777" w:rsidR="00F42F71" w:rsidRPr="00643A8C" w:rsidRDefault="00F42F71" w:rsidP="00B16E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18"/>
                <w:lang w:eastAsia="zh-TW"/>
              </w:rPr>
            </w:pPr>
            <w:r w:rsidRPr="00F42F71">
              <w:rPr>
                <w:rFonts w:ascii="Arial Black" w:eastAsia="MyriadPro-Regular" w:hAnsi="Arial Black" w:cs="Arial" w:hint="eastAsia"/>
                <w:color w:val="FF0000"/>
                <w:sz w:val="18"/>
                <w:szCs w:val="18"/>
                <w:lang w:eastAsia="zh-TW"/>
              </w:rPr>
              <w:t>Challenging</w:t>
            </w:r>
          </w:p>
        </w:tc>
        <w:tc>
          <w:tcPr>
            <w:tcW w:w="3585" w:type="dxa"/>
            <w:vAlign w:val="center"/>
          </w:tcPr>
          <w:p w14:paraId="35477E42" w14:textId="77777777" w:rsidR="002F1158" w:rsidRPr="00372198" w:rsidRDefault="00380BCE" w:rsidP="002359D6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The story and its math are challenging.  You should demonstrate your knowledge of multiplying positives and negatives.</w:t>
            </w:r>
          </w:p>
        </w:tc>
        <w:tc>
          <w:tcPr>
            <w:tcW w:w="3827" w:type="dxa"/>
            <w:tcBorders>
              <w:right w:val="thinThickSmallGap" w:sz="24" w:space="0" w:color="auto"/>
            </w:tcBorders>
            <w:vAlign w:val="center"/>
          </w:tcPr>
          <w:p w14:paraId="12C37DE6" w14:textId="77777777" w:rsidR="002F1158" w:rsidRPr="00372198" w:rsidRDefault="002F1158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</w:pP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The student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generally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makes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appropriate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deductions when solving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challenging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problems in a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variety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of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familiar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contexts.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14:paraId="70C1A4D0" w14:textId="77777777" w:rsidR="002F1158" w:rsidRPr="006350B2" w:rsidRDefault="002F1158" w:rsidP="00380BCE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(</w:t>
            </w:r>
            <w:r>
              <w:rPr>
                <w:rFonts w:ascii="Arial Black" w:eastAsia="MyriadPro-Regular" w:hAnsi="Arial Black" w:cs="Berlin Sans FB" w:hint="eastAsia"/>
                <w:sz w:val="18"/>
                <w:szCs w:val="18"/>
                <w:lang w:eastAsia="zh-TW"/>
              </w:rPr>
              <w:t>0-8</w:t>
            </w: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)</w:t>
            </w:r>
          </w:p>
        </w:tc>
      </w:tr>
      <w:tr w:rsidR="002F1158" w:rsidRPr="00B16E52" w14:paraId="61039EB9" w14:textId="77777777" w:rsidTr="00372198">
        <w:trPr>
          <w:trHeight w:val="1168"/>
        </w:trPr>
        <w:tc>
          <w:tcPr>
            <w:tcW w:w="1377" w:type="dxa"/>
            <w:vAlign w:val="center"/>
          </w:tcPr>
          <w:p w14:paraId="5FB056D0" w14:textId="77777777" w:rsidR="002F1158" w:rsidRDefault="002F1158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  <w:lang w:eastAsia="zh-TW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7–8</w:t>
            </w:r>
          </w:p>
          <w:p w14:paraId="0AFF4CEC" w14:textId="77777777" w:rsidR="00F42F71" w:rsidRPr="00F42F71" w:rsidRDefault="00F42F71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FF0000"/>
                <w:sz w:val="22"/>
                <w:szCs w:val="18"/>
                <w:lang w:eastAsia="zh-TW"/>
              </w:rPr>
            </w:pPr>
            <w:r w:rsidRPr="00F42F71">
              <w:rPr>
                <w:rFonts w:ascii="Arial Black" w:eastAsia="MyriadPro-Regular" w:hAnsi="Arial Black" w:cs="Arial" w:hint="eastAsia"/>
                <w:color w:val="FF0000"/>
                <w:sz w:val="18"/>
                <w:szCs w:val="18"/>
                <w:lang w:eastAsia="zh-TW"/>
              </w:rPr>
              <w:t>Unfamiliar</w:t>
            </w:r>
          </w:p>
        </w:tc>
        <w:tc>
          <w:tcPr>
            <w:tcW w:w="3585" w:type="dxa"/>
            <w:vAlign w:val="center"/>
          </w:tcPr>
          <w:p w14:paraId="7F36A7A9" w14:textId="77777777" w:rsidR="002F1158" w:rsidRPr="00372198" w:rsidRDefault="00380BCE" w:rsidP="002359D6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The story and its math </w:t>
            </w:r>
            <w:proofErr w:type="gramStart"/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includes</w:t>
            </w:r>
            <w:proofErr w:type="gramEnd"/>
            <w:r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 a situation where at least one person has a negative value which makes sense in the context of the story.</w:t>
            </w:r>
          </w:p>
        </w:tc>
        <w:tc>
          <w:tcPr>
            <w:tcW w:w="3827" w:type="dxa"/>
            <w:vAlign w:val="center"/>
          </w:tcPr>
          <w:p w14:paraId="6ECB0BDB" w14:textId="77777777" w:rsidR="002F1158" w:rsidRPr="00372198" w:rsidRDefault="002F1158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</w:pP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The student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consistently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makes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appropriate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deductions when solving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challenging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problems in a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variety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 xml:space="preserve">of contexts including </w:t>
            </w:r>
            <w:r w:rsidRPr="00372198">
              <w:rPr>
                <w:rFonts w:ascii="Century Gothic" w:hAnsi="Century Gothic" w:cs="Berlin Sans FB"/>
                <w:b/>
                <w:bCs/>
                <w:color w:val="000000"/>
                <w:sz w:val="18"/>
                <w:szCs w:val="18"/>
              </w:rPr>
              <w:t xml:space="preserve">unfamiliar </w:t>
            </w:r>
            <w:r w:rsidRPr="00372198">
              <w:rPr>
                <w:rFonts w:ascii="Century Gothic" w:eastAsia="MyriadPro-Regular" w:hAnsi="Century Gothic" w:cs="Berlin Sans FB"/>
                <w:color w:val="000000"/>
                <w:sz w:val="18"/>
                <w:szCs w:val="18"/>
              </w:rPr>
              <w:t>situations.</w:t>
            </w:r>
          </w:p>
        </w:tc>
        <w:tc>
          <w:tcPr>
            <w:tcW w:w="1417" w:type="dxa"/>
            <w:tcBorders>
              <w:top w:val="thinThickSmallGap" w:sz="24" w:space="0" w:color="auto"/>
              <w:bottom w:val="nil"/>
              <w:right w:val="nil"/>
            </w:tcBorders>
          </w:tcPr>
          <w:p w14:paraId="7E92CE5C" w14:textId="77777777" w:rsidR="002F1158" w:rsidRPr="004874E4" w:rsidRDefault="002F1158" w:rsidP="00380BCE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16"/>
                <w:szCs w:val="18"/>
              </w:rPr>
            </w:pPr>
          </w:p>
        </w:tc>
      </w:tr>
    </w:tbl>
    <w:p w14:paraId="62ED106C" w14:textId="77777777" w:rsidR="00BF4412" w:rsidRDefault="00BF4412" w:rsidP="008979EB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  <w:lang w:eastAsia="zh-TW"/>
        </w:rPr>
      </w:pPr>
    </w:p>
    <w:p w14:paraId="3B9BEAAF" w14:textId="77777777" w:rsidR="00CA049D" w:rsidRPr="000B1752" w:rsidRDefault="00CA049D" w:rsidP="008979EB">
      <w:pPr>
        <w:autoSpaceDE w:val="0"/>
        <w:autoSpaceDN w:val="0"/>
        <w:adjustRightInd w:val="0"/>
        <w:rPr>
          <w:b/>
          <w:bCs/>
          <w:color w:val="000000"/>
          <w:sz w:val="18"/>
          <w:szCs w:val="18"/>
          <w:lang w:eastAsia="zh-TW"/>
        </w:rPr>
      </w:pPr>
    </w:p>
    <w:p w14:paraId="6787012E" w14:textId="77777777" w:rsidR="00E34330" w:rsidRPr="00CA049D" w:rsidRDefault="00E34330" w:rsidP="008979EB">
      <w:pPr>
        <w:rPr>
          <w:rFonts w:ascii="Bodoni MT Black" w:eastAsia="MyriadPro-Regular" w:hAnsi="Bodoni MT Black"/>
          <w:color w:val="000000"/>
          <w:szCs w:val="22"/>
        </w:rPr>
      </w:pPr>
      <w:r w:rsidRPr="00CA049D">
        <w:rPr>
          <w:rFonts w:ascii="Bodoni MT Black" w:eastAsia="MyriadPro-Regular" w:hAnsi="Bodoni MT Black" w:cs="Bodoni MT Black"/>
          <w:color w:val="000000"/>
          <w:sz w:val="22"/>
          <w:szCs w:val="22"/>
        </w:rPr>
        <w:t>Criterion C</w:t>
      </w:r>
      <w:proofErr w:type="gramStart"/>
      <w:r w:rsidRPr="00CA049D">
        <w:rPr>
          <w:rFonts w:ascii="Bodoni MT Black" w:eastAsia="MyriadPro-Regular" w:hAnsi="Bodoni MT Black" w:cs="Bodoni MT Black"/>
          <w:color w:val="000000"/>
          <w:sz w:val="22"/>
          <w:szCs w:val="22"/>
        </w:rPr>
        <w:t xml:space="preserve">: </w:t>
      </w:r>
      <w:r w:rsidR="00114B31" w:rsidRPr="00CA049D">
        <w:rPr>
          <w:rFonts w:ascii="Bodoni MT Black" w:eastAsia="MyriadPro-Regular" w:hAnsi="Bodoni MT Black" w:cs="Bodoni MT Black" w:hint="eastAsia"/>
          <w:color w:val="000000"/>
          <w:sz w:val="20"/>
          <w:szCs w:val="22"/>
          <w:lang w:eastAsia="zh-TW"/>
        </w:rPr>
        <w:t xml:space="preserve">  </w:t>
      </w:r>
      <w:r w:rsidRPr="00CA049D">
        <w:rPr>
          <w:rFonts w:ascii="Copperplate Gothic Light" w:eastAsia="MyriadPro-Regular" w:hAnsi="Copperplate Gothic Light" w:cs="Copperplate Gothic Bold"/>
          <w:color w:val="000000"/>
          <w:szCs w:val="22"/>
        </w:rPr>
        <w:t>communication</w:t>
      </w:r>
      <w:proofErr w:type="gramEnd"/>
      <w:r w:rsidRPr="00CA049D">
        <w:rPr>
          <w:rFonts w:ascii="Copperplate Gothic Light" w:eastAsia="MyriadPro-Regular" w:hAnsi="Copperplate Gothic Light" w:cs="Copperplate Gothic Bold"/>
          <w:color w:val="000000"/>
          <w:szCs w:val="22"/>
        </w:rPr>
        <w:t xml:space="preserve"> in mathematics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402"/>
        <w:gridCol w:w="4253"/>
        <w:gridCol w:w="1429"/>
      </w:tblGrid>
      <w:tr w:rsidR="002359D6" w:rsidRPr="00B16E52" w14:paraId="05560F67" w14:textId="77777777" w:rsidTr="00106ABB">
        <w:tc>
          <w:tcPr>
            <w:tcW w:w="1134" w:type="dxa"/>
            <w:shd w:val="clear" w:color="auto" w:fill="D9D9D9"/>
            <w:vAlign w:val="center"/>
          </w:tcPr>
          <w:p w14:paraId="41453819" w14:textId="77777777" w:rsidR="002359D6" w:rsidRPr="00106ABB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Achievement level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785F0A0" w14:textId="77777777" w:rsidR="002359D6" w:rsidRPr="00106ABB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Task Specific Rubric</w:t>
            </w:r>
          </w:p>
        </w:tc>
        <w:tc>
          <w:tcPr>
            <w:tcW w:w="4253" w:type="dxa"/>
            <w:tcBorders>
              <w:right w:val="thinThickSmallGap" w:sz="24" w:space="0" w:color="auto"/>
            </w:tcBorders>
            <w:shd w:val="clear" w:color="auto" w:fill="D9D9D9"/>
            <w:vAlign w:val="center"/>
          </w:tcPr>
          <w:p w14:paraId="086CDFED" w14:textId="77777777" w:rsidR="002359D6" w:rsidRPr="00106ABB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Impact" w:hAnsi="Impact" w:cs="Arial"/>
                <w:color w:val="000000"/>
                <w:sz w:val="16"/>
                <w:szCs w:val="16"/>
              </w:rPr>
            </w:pPr>
            <w:r w:rsidRPr="00106ABB">
              <w:rPr>
                <w:rFonts w:ascii="Impact" w:hAnsi="Impact" w:cs="Arial"/>
                <w:color w:val="000000"/>
                <w:sz w:val="16"/>
                <w:szCs w:val="16"/>
              </w:rPr>
              <w:t>IBO Published Descriptor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14:paraId="53D74A9B" w14:textId="77777777" w:rsidR="002359D6" w:rsidRPr="00E35EFA" w:rsidRDefault="002359D6" w:rsidP="00380BC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18"/>
                <w:szCs w:val="18"/>
              </w:rPr>
            </w:pPr>
            <w:r w:rsidRPr="00E35EFA">
              <w:rPr>
                <w:rFonts w:ascii="Berlin Sans FB Demi" w:hAnsi="Berlin Sans FB Demi" w:cs="Berlin Sans FB Demi" w:hint="eastAsia"/>
                <w:sz w:val="18"/>
                <w:szCs w:val="18"/>
              </w:rPr>
              <w:t>Student</w:t>
            </w:r>
            <w:r w:rsidRPr="00E35EFA">
              <w:rPr>
                <w:rFonts w:ascii="Berlin Sans FB Demi" w:hAnsi="Berlin Sans FB Demi" w:cs="Berlin Sans FB Demi"/>
                <w:sz w:val="18"/>
                <w:szCs w:val="18"/>
              </w:rPr>
              <w:t>’</w:t>
            </w:r>
            <w:r w:rsidRPr="00E35EFA">
              <w:rPr>
                <w:rFonts w:ascii="Berlin Sans FB Demi" w:hAnsi="Berlin Sans FB Demi" w:cs="Berlin Sans FB Demi" w:hint="eastAsia"/>
                <w:sz w:val="18"/>
                <w:szCs w:val="18"/>
              </w:rPr>
              <w:t xml:space="preserve">s </w:t>
            </w:r>
            <w:r>
              <w:rPr>
                <w:rFonts w:ascii="Berlin Sans FB Demi" w:hAnsi="Berlin Sans FB Demi" w:cs="Berlin Sans FB Demi" w:hint="eastAsia"/>
                <w:sz w:val="18"/>
                <w:szCs w:val="18"/>
              </w:rPr>
              <w:t>self-evaluation</w:t>
            </w:r>
          </w:p>
        </w:tc>
      </w:tr>
      <w:tr w:rsidR="002359D6" w:rsidRPr="00B16E52" w14:paraId="3126D1A8" w14:textId="77777777" w:rsidTr="002F1158">
        <w:trPr>
          <w:trHeight w:val="845"/>
        </w:trPr>
        <w:tc>
          <w:tcPr>
            <w:tcW w:w="1134" w:type="dxa"/>
            <w:vAlign w:val="center"/>
          </w:tcPr>
          <w:p w14:paraId="519995E5" w14:textId="77777777" w:rsidR="002359D6" w:rsidRPr="00643A8C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0</w:t>
            </w:r>
          </w:p>
        </w:tc>
        <w:tc>
          <w:tcPr>
            <w:tcW w:w="3402" w:type="dxa"/>
            <w:vAlign w:val="center"/>
          </w:tcPr>
          <w:p w14:paraId="0C1843DE" w14:textId="77777777" w:rsidR="002359D6" w:rsidRPr="00CA049D" w:rsidRDefault="002359D6" w:rsidP="00CA049D">
            <w:pPr>
              <w:autoSpaceDE w:val="0"/>
              <w:autoSpaceDN w:val="0"/>
              <w:adjustRightInd w:val="0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4253" w:type="dxa"/>
            <w:tcBorders>
              <w:right w:val="thinThickSmallGap" w:sz="24" w:space="0" w:color="auto"/>
            </w:tcBorders>
            <w:vAlign w:val="center"/>
          </w:tcPr>
          <w:p w14:paraId="19F04EAD" w14:textId="77777777" w:rsidR="002359D6" w:rsidRPr="00CA049D" w:rsidRDefault="002359D6" w:rsidP="002359D6">
            <w:pPr>
              <w:autoSpaceDE w:val="0"/>
              <w:autoSpaceDN w:val="0"/>
              <w:adjustRightInd w:val="0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The student does not reach a standard described by any of the descriptors given below.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bottom"/>
          </w:tcPr>
          <w:p w14:paraId="33071113" w14:textId="77777777" w:rsidR="002359D6" w:rsidRPr="006350B2" w:rsidRDefault="00CB106C" w:rsidP="00380BCE">
            <w:pPr>
              <w:spacing w:line="0" w:lineRule="atLeast"/>
              <w:jc w:val="right"/>
              <w:rPr>
                <w:sz w:val="20"/>
                <w:szCs w:val="20"/>
              </w:rPr>
            </w:pPr>
            <w:r>
              <w:rPr>
                <w:rFonts w:ascii="Arial Black" w:eastAsia="MyriadPro-Regular" w:hAnsi="Arial Black" w:cs="Berlin Sans FB"/>
                <w:sz w:val="18"/>
                <w:szCs w:val="18"/>
              </w:rPr>
              <w:t>(</w:t>
            </w:r>
            <w:r>
              <w:rPr>
                <w:rFonts w:ascii="Arial Black" w:eastAsia="MyriadPro-Regular" w:hAnsi="Arial Black" w:cs="Berlin Sans FB" w:hint="eastAsia"/>
                <w:sz w:val="18"/>
                <w:szCs w:val="18"/>
                <w:lang w:eastAsia="zh-TW"/>
              </w:rPr>
              <w:t>0</w:t>
            </w:r>
            <w:r w:rsidR="002359D6"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-6)</w:t>
            </w:r>
          </w:p>
        </w:tc>
      </w:tr>
      <w:tr w:rsidR="002359D6" w:rsidRPr="00B16E52" w14:paraId="50E224C3" w14:textId="77777777" w:rsidTr="002F1158">
        <w:trPr>
          <w:trHeight w:val="1325"/>
        </w:trPr>
        <w:tc>
          <w:tcPr>
            <w:tcW w:w="1134" w:type="dxa"/>
            <w:vAlign w:val="center"/>
          </w:tcPr>
          <w:p w14:paraId="3945E602" w14:textId="77777777" w:rsidR="002359D6" w:rsidRPr="00643A8C" w:rsidRDefault="002359D6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1–2</w:t>
            </w:r>
          </w:p>
        </w:tc>
        <w:tc>
          <w:tcPr>
            <w:tcW w:w="3402" w:type="dxa"/>
            <w:vAlign w:val="center"/>
          </w:tcPr>
          <w:p w14:paraId="4995BB9C" w14:textId="77777777" w:rsidR="002359D6" w:rsidRPr="00CA049D" w:rsidRDefault="00380BCE" w:rsidP="004874E4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The story is difficult to follow.</w:t>
            </w:r>
          </w:p>
        </w:tc>
        <w:tc>
          <w:tcPr>
            <w:tcW w:w="4253" w:type="dxa"/>
            <w:tcBorders>
              <w:right w:val="thinThickSmallGap" w:sz="24" w:space="0" w:color="auto"/>
            </w:tcBorders>
            <w:vAlign w:val="center"/>
          </w:tcPr>
          <w:p w14:paraId="104B2432" w14:textId="77777777" w:rsidR="00CA049D" w:rsidRPr="00CA049D" w:rsidRDefault="002359D6" w:rsidP="00CA049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student shows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basic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use of mathematical language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and/or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forms of mathematical representation. </w:t>
            </w:r>
          </w:p>
          <w:p w14:paraId="2DB84172" w14:textId="77777777" w:rsidR="002359D6" w:rsidRPr="00CA049D" w:rsidRDefault="002359D6" w:rsidP="00CA049D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lines of reasoning are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>difficult to follow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14:paraId="10B37D7F" w14:textId="77777777" w:rsidR="002359D6" w:rsidRPr="004874E4" w:rsidRDefault="002359D6" w:rsidP="00380BCE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16"/>
                <w:szCs w:val="18"/>
              </w:rPr>
            </w:pPr>
          </w:p>
        </w:tc>
      </w:tr>
      <w:tr w:rsidR="002F1158" w:rsidRPr="00B16E52" w14:paraId="137D17AE" w14:textId="77777777" w:rsidTr="002F1158">
        <w:trPr>
          <w:trHeight w:val="764"/>
        </w:trPr>
        <w:tc>
          <w:tcPr>
            <w:tcW w:w="1134" w:type="dxa"/>
            <w:vMerge w:val="restart"/>
            <w:vAlign w:val="center"/>
          </w:tcPr>
          <w:p w14:paraId="0EA92C74" w14:textId="77777777" w:rsidR="002F1158" w:rsidRPr="00643A8C" w:rsidRDefault="002F1158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3–4</w:t>
            </w:r>
          </w:p>
        </w:tc>
        <w:tc>
          <w:tcPr>
            <w:tcW w:w="3402" w:type="dxa"/>
            <w:vMerge w:val="restart"/>
            <w:vAlign w:val="center"/>
          </w:tcPr>
          <w:p w14:paraId="0B1B08EE" w14:textId="77777777" w:rsidR="00380BCE" w:rsidRDefault="00380BCE" w:rsidP="00380BCE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The story is clear.  It includes simple expressions such as</w:t>
            </w:r>
          </w:p>
          <w:p w14:paraId="27323B13" w14:textId="77777777" w:rsidR="00380BCE" w:rsidRDefault="00380BCE" w:rsidP="00380BCE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</w:p>
          <w:p w14:paraId="4D110C9C" w14:textId="77777777" w:rsidR="00A741A9" w:rsidRDefault="00A741A9" w:rsidP="00A741A9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proofErr w:type="gramStart"/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plus</w:t>
            </w:r>
            <w:proofErr w:type="gramEnd"/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, minus, difference, times, divide, square</w:t>
            </w:r>
          </w:p>
          <w:p w14:paraId="221DAC2B" w14:textId="77777777" w:rsidR="002F1158" w:rsidRPr="00CA049D" w:rsidRDefault="00380BCE" w:rsidP="00380BCE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right w:val="thinThickSmallGap" w:sz="24" w:space="0" w:color="auto"/>
            </w:tcBorders>
            <w:vAlign w:val="center"/>
          </w:tcPr>
          <w:p w14:paraId="6762ABE2" w14:textId="77777777" w:rsidR="002F1158" w:rsidRPr="00CA049D" w:rsidRDefault="002F1158" w:rsidP="00CA049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student shows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sufficient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use of mathematical language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and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forms of mathematical representation. </w:t>
            </w:r>
          </w:p>
          <w:p w14:paraId="4F68FB21" w14:textId="77777777" w:rsidR="002F1158" w:rsidRPr="00CA049D" w:rsidRDefault="002F1158" w:rsidP="00CA049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lines of reasoning are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clear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though not always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logical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or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>complete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. </w:t>
            </w:r>
          </w:p>
          <w:p w14:paraId="09770EC3" w14:textId="77777777" w:rsidR="002F1158" w:rsidRPr="00CA049D" w:rsidRDefault="002F1158" w:rsidP="00CA049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student moves between different forms of representation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>with some success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00" w:themeFill="text1"/>
            <w:vAlign w:val="center"/>
          </w:tcPr>
          <w:p w14:paraId="377E064A" w14:textId="77777777" w:rsidR="002F1158" w:rsidRPr="002F1158" w:rsidRDefault="002F1158" w:rsidP="00380BC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</w:pP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Teacher</w:t>
            </w:r>
            <w:r w:rsidRPr="002F1158"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  <w:t>’</w:t>
            </w: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 xml:space="preserve">s </w:t>
            </w:r>
          </w:p>
          <w:p w14:paraId="78C4083D" w14:textId="77777777" w:rsidR="002F1158" w:rsidRPr="002F1158" w:rsidRDefault="002F1158" w:rsidP="00380BC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</w:pPr>
            <w:r w:rsidRPr="002F1158"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Final Grad</w:t>
            </w:r>
            <w:r>
              <w:rPr>
                <w:rFonts w:ascii="Berlin Sans FB Demi" w:hAnsi="Berlin Sans FB Demi" w:cs="Berlin Sans FB Demi" w:hint="eastAsia"/>
                <w:sz w:val="22"/>
                <w:szCs w:val="18"/>
                <w:lang w:eastAsia="zh-TW"/>
              </w:rPr>
              <w:t>e</w:t>
            </w:r>
          </w:p>
        </w:tc>
      </w:tr>
      <w:tr w:rsidR="002F1158" w:rsidRPr="00B16E52" w14:paraId="02FDD8B8" w14:textId="77777777" w:rsidTr="002F1158">
        <w:trPr>
          <w:trHeight w:val="1162"/>
        </w:trPr>
        <w:tc>
          <w:tcPr>
            <w:tcW w:w="1134" w:type="dxa"/>
            <w:vMerge/>
            <w:vAlign w:val="center"/>
          </w:tcPr>
          <w:p w14:paraId="41022A14" w14:textId="77777777" w:rsidR="002F1158" w:rsidRPr="00643A8C" w:rsidRDefault="002F1158" w:rsidP="00B16E52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0B152021" w14:textId="77777777" w:rsidR="002F1158" w:rsidRPr="00CA049D" w:rsidRDefault="002F1158" w:rsidP="004874E4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</w:p>
        </w:tc>
        <w:tc>
          <w:tcPr>
            <w:tcW w:w="4253" w:type="dxa"/>
            <w:vMerge/>
            <w:tcBorders>
              <w:right w:val="thinThickSmallGap" w:sz="24" w:space="0" w:color="auto"/>
            </w:tcBorders>
            <w:vAlign w:val="center"/>
          </w:tcPr>
          <w:p w14:paraId="447E43D1" w14:textId="77777777" w:rsidR="002F1158" w:rsidRPr="00CA049D" w:rsidRDefault="002F1158" w:rsidP="00CA049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14:paraId="3AFC7AC0" w14:textId="77777777" w:rsidR="002F1158" w:rsidRPr="002F1158" w:rsidRDefault="002F1158" w:rsidP="002F1158">
            <w:pPr>
              <w:autoSpaceDE w:val="0"/>
              <w:autoSpaceDN w:val="0"/>
              <w:adjustRightInd w:val="0"/>
              <w:spacing w:line="0" w:lineRule="atLeast"/>
              <w:jc w:val="right"/>
              <w:rPr>
                <w:rFonts w:ascii="Berlin Sans FB Demi" w:hAnsi="Berlin Sans FB Demi" w:cs="Berlin Sans FB Demi"/>
                <w:sz w:val="22"/>
                <w:szCs w:val="18"/>
                <w:lang w:eastAsia="zh-TW"/>
              </w:rPr>
            </w:pP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(</w:t>
            </w:r>
            <w:r>
              <w:rPr>
                <w:rFonts w:ascii="Arial Black" w:eastAsia="MyriadPro-Regular" w:hAnsi="Arial Black" w:cs="Berlin Sans FB" w:hint="eastAsia"/>
                <w:sz w:val="18"/>
                <w:szCs w:val="18"/>
                <w:lang w:eastAsia="zh-TW"/>
              </w:rPr>
              <w:t>0-8</w:t>
            </w:r>
            <w:r w:rsidRPr="00491C20">
              <w:rPr>
                <w:rFonts w:ascii="Arial Black" w:eastAsia="MyriadPro-Regular" w:hAnsi="Arial Black" w:cs="Berlin Sans FB"/>
                <w:sz w:val="18"/>
                <w:szCs w:val="18"/>
              </w:rPr>
              <w:t>)</w:t>
            </w:r>
          </w:p>
        </w:tc>
      </w:tr>
      <w:tr w:rsidR="002F1158" w:rsidRPr="00B16E52" w14:paraId="585CF1FA" w14:textId="77777777" w:rsidTr="002F1158">
        <w:trPr>
          <w:trHeight w:val="2126"/>
        </w:trPr>
        <w:tc>
          <w:tcPr>
            <w:tcW w:w="1134" w:type="dxa"/>
            <w:vAlign w:val="center"/>
          </w:tcPr>
          <w:p w14:paraId="5F6FAA76" w14:textId="77777777" w:rsidR="002F1158" w:rsidRPr="00643A8C" w:rsidRDefault="002F1158" w:rsidP="00643A8C">
            <w:pPr>
              <w:autoSpaceDE w:val="0"/>
              <w:autoSpaceDN w:val="0"/>
              <w:adjustRightInd w:val="0"/>
              <w:jc w:val="center"/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</w:pPr>
            <w:r w:rsidRPr="00643A8C">
              <w:rPr>
                <w:rFonts w:ascii="Arial" w:eastAsia="MyriadPro-Regular" w:hAnsi="Arial" w:cs="Arial"/>
                <w:b/>
                <w:color w:val="000000"/>
                <w:sz w:val="22"/>
                <w:szCs w:val="18"/>
              </w:rPr>
              <w:t>5–6</w:t>
            </w:r>
          </w:p>
        </w:tc>
        <w:tc>
          <w:tcPr>
            <w:tcW w:w="3402" w:type="dxa"/>
            <w:vAlign w:val="center"/>
          </w:tcPr>
          <w:p w14:paraId="59EB63BC" w14:textId="77777777" w:rsidR="002F1158" w:rsidRDefault="00A741A9" w:rsidP="004874E4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r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The story is clear and uses sophisticated expression such as</w:t>
            </w:r>
          </w:p>
          <w:p w14:paraId="365DFF3C" w14:textId="77777777" w:rsidR="00A741A9" w:rsidRDefault="00A741A9" w:rsidP="004874E4">
            <w:pPr>
              <w:autoSpaceDE w:val="0"/>
              <w:autoSpaceDN w:val="0"/>
              <w:adjustRightInd w:val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</w:p>
          <w:p w14:paraId="4F1575C4" w14:textId="77777777" w:rsidR="00A741A9" w:rsidRPr="00A741A9" w:rsidRDefault="00A741A9" w:rsidP="00A741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proofErr w:type="gramStart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subtracting</w:t>
            </w:r>
            <w:proofErr w:type="gramEnd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 a positive</w:t>
            </w:r>
          </w:p>
          <w:p w14:paraId="0553B94C" w14:textId="77777777" w:rsidR="00A741A9" w:rsidRPr="00A741A9" w:rsidRDefault="00A741A9" w:rsidP="00A741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proofErr w:type="gramStart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adding</w:t>
            </w:r>
            <w:proofErr w:type="gramEnd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 a negative</w:t>
            </w:r>
          </w:p>
          <w:p w14:paraId="77F84AF5" w14:textId="77777777" w:rsidR="00A741A9" w:rsidRPr="00A741A9" w:rsidRDefault="00A741A9" w:rsidP="00A741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/>
              <w:jc w:val="both"/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</w:pPr>
            <w:proofErr w:type="gramStart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multiplying</w:t>
            </w:r>
            <w:proofErr w:type="gramEnd"/>
            <w:r w:rsidRPr="00A741A9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 these two negatives gives me a positive</w:t>
            </w:r>
          </w:p>
        </w:tc>
        <w:tc>
          <w:tcPr>
            <w:tcW w:w="4253" w:type="dxa"/>
            <w:vAlign w:val="center"/>
          </w:tcPr>
          <w:p w14:paraId="0B609B9C" w14:textId="77777777" w:rsidR="002F1158" w:rsidRPr="00CA049D" w:rsidRDefault="002F1158" w:rsidP="00CA049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student shows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good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use of mathematical language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and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forms of mathematical representation.</w:t>
            </w:r>
          </w:p>
          <w:p w14:paraId="143E53DE" w14:textId="77777777" w:rsidR="002F1158" w:rsidRPr="00CA049D" w:rsidRDefault="002F1158" w:rsidP="00CA049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lines of reasoning are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>concise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,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logical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and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>complete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. </w:t>
            </w:r>
          </w:p>
          <w:p w14:paraId="362414DC" w14:textId="77777777" w:rsidR="002F1158" w:rsidRPr="00CA049D" w:rsidRDefault="002F1158" w:rsidP="00CA049D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317" w:hanging="317"/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</w:pP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 xml:space="preserve">The student moves </w:t>
            </w:r>
            <w:r w:rsidRPr="00CA049D">
              <w:rPr>
                <w:rFonts w:ascii="Century Gothic" w:hAnsi="Century Gothic" w:cs="Berlin Sans FB"/>
                <w:b/>
                <w:bCs/>
                <w:color w:val="000000"/>
                <w:sz w:val="20"/>
                <w:szCs w:val="18"/>
              </w:rPr>
              <w:t xml:space="preserve">effectively </w:t>
            </w:r>
            <w:r w:rsidRPr="00CA049D">
              <w:rPr>
                <w:rFonts w:ascii="Century Gothic" w:eastAsia="MyriadPro-Regular" w:hAnsi="Century Gothic" w:cs="Berlin Sans FB"/>
                <w:color w:val="000000"/>
                <w:sz w:val="20"/>
                <w:szCs w:val="18"/>
              </w:rPr>
              <w:t>between different forms of representation.</w:t>
            </w:r>
          </w:p>
        </w:tc>
        <w:tc>
          <w:tcPr>
            <w:tcW w:w="1417" w:type="dxa"/>
            <w:tcBorders>
              <w:top w:val="thinThickSmallGap" w:sz="24" w:space="0" w:color="auto"/>
              <w:bottom w:val="nil"/>
              <w:right w:val="nil"/>
            </w:tcBorders>
            <w:vAlign w:val="bottom"/>
          </w:tcPr>
          <w:p w14:paraId="21411204" w14:textId="77777777" w:rsidR="002F1158" w:rsidRPr="006350B2" w:rsidRDefault="002F1158" w:rsidP="00380BCE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</w:tr>
    </w:tbl>
    <w:p w14:paraId="00BBEB73" w14:textId="77777777" w:rsidR="001E5968" w:rsidRDefault="001E5968">
      <w:pPr>
        <w:rPr>
          <w:rFonts w:ascii="Bodoni MT Black" w:eastAsia="Arial Unicode MS" w:hAnsi="Bodoni MT Black" w:cs="Bodoni MT Black"/>
          <w:sz w:val="30"/>
          <w:szCs w:val="30"/>
          <w:lang w:eastAsia="zh-TW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004"/>
      </w:tblGrid>
      <w:tr w:rsidR="00346A69" w14:paraId="0CAE7774" w14:textId="77777777" w:rsidTr="00346A69">
        <w:trPr>
          <w:trHeight w:val="498"/>
        </w:trPr>
        <w:tc>
          <w:tcPr>
            <w:tcW w:w="9004" w:type="dxa"/>
          </w:tcPr>
          <w:p w14:paraId="44445645" w14:textId="77777777" w:rsidR="00346A69" w:rsidRDefault="00346A69" w:rsidP="00380BCE">
            <w:pPr>
              <w:rPr>
                <w:sz w:val="24"/>
                <w:lang w:eastAsia="zh-TW"/>
              </w:rPr>
            </w:pPr>
          </w:p>
        </w:tc>
      </w:tr>
      <w:tr w:rsidR="00346A69" w14:paraId="76D5DCC7" w14:textId="77777777" w:rsidTr="00346A69">
        <w:trPr>
          <w:trHeight w:val="498"/>
        </w:trPr>
        <w:tc>
          <w:tcPr>
            <w:tcW w:w="9004" w:type="dxa"/>
          </w:tcPr>
          <w:p w14:paraId="1C2948AD" w14:textId="77777777" w:rsidR="00346A69" w:rsidRDefault="00346A69" w:rsidP="00380BCE">
            <w:pPr>
              <w:spacing w:after="120"/>
              <w:rPr>
                <w:sz w:val="24"/>
                <w:lang w:eastAsia="zh-TW"/>
              </w:rPr>
            </w:pPr>
          </w:p>
        </w:tc>
      </w:tr>
      <w:tr w:rsidR="00346A69" w14:paraId="26980945" w14:textId="77777777" w:rsidTr="00346A69">
        <w:trPr>
          <w:trHeight w:val="498"/>
        </w:trPr>
        <w:tc>
          <w:tcPr>
            <w:tcW w:w="9004" w:type="dxa"/>
          </w:tcPr>
          <w:p w14:paraId="0583A686" w14:textId="77777777" w:rsidR="00346A69" w:rsidRDefault="00346A69" w:rsidP="00380BCE">
            <w:pPr>
              <w:spacing w:after="120"/>
              <w:rPr>
                <w:sz w:val="24"/>
                <w:lang w:eastAsia="zh-TW"/>
              </w:rPr>
            </w:pPr>
          </w:p>
        </w:tc>
      </w:tr>
      <w:tr w:rsidR="00346A69" w14:paraId="24225517" w14:textId="77777777" w:rsidTr="00346A69">
        <w:trPr>
          <w:trHeight w:val="498"/>
        </w:trPr>
        <w:tc>
          <w:tcPr>
            <w:tcW w:w="9004" w:type="dxa"/>
          </w:tcPr>
          <w:p w14:paraId="31A86473" w14:textId="77777777" w:rsidR="00346A69" w:rsidRDefault="00346A69" w:rsidP="00380BCE">
            <w:pPr>
              <w:spacing w:after="120"/>
              <w:rPr>
                <w:sz w:val="24"/>
                <w:lang w:eastAsia="zh-TW"/>
              </w:rPr>
            </w:pPr>
          </w:p>
        </w:tc>
      </w:tr>
      <w:tr w:rsidR="00346A69" w14:paraId="7857C9E2" w14:textId="77777777" w:rsidTr="00346A69">
        <w:trPr>
          <w:trHeight w:val="498"/>
        </w:trPr>
        <w:tc>
          <w:tcPr>
            <w:tcW w:w="9004" w:type="dxa"/>
          </w:tcPr>
          <w:p w14:paraId="54270781" w14:textId="77777777" w:rsidR="00346A69" w:rsidRDefault="00346A69" w:rsidP="00380BCE">
            <w:pPr>
              <w:spacing w:after="120"/>
              <w:rPr>
                <w:sz w:val="24"/>
                <w:lang w:eastAsia="zh-TW"/>
              </w:rPr>
            </w:pPr>
          </w:p>
        </w:tc>
      </w:tr>
      <w:tr w:rsidR="00346A69" w14:paraId="338497BC" w14:textId="77777777" w:rsidTr="00346A69">
        <w:trPr>
          <w:trHeight w:val="498"/>
        </w:trPr>
        <w:tc>
          <w:tcPr>
            <w:tcW w:w="9004" w:type="dxa"/>
          </w:tcPr>
          <w:p w14:paraId="5AE8E420" w14:textId="77777777" w:rsidR="00346A69" w:rsidRDefault="00346A69" w:rsidP="00380BCE">
            <w:pPr>
              <w:spacing w:after="120"/>
              <w:rPr>
                <w:sz w:val="24"/>
                <w:lang w:eastAsia="zh-TW"/>
              </w:rPr>
            </w:pPr>
          </w:p>
        </w:tc>
      </w:tr>
      <w:tr w:rsidR="00346A69" w14:paraId="106CE223" w14:textId="77777777" w:rsidTr="00346A69">
        <w:trPr>
          <w:trHeight w:val="498"/>
        </w:trPr>
        <w:tc>
          <w:tcPr>
            <w:tcW w:w="9004" w:type="dxa"/>
          </w:tcPr>
          <w:p w14:paraId="00BDE7A9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048E466E" w14:textId="77777777" w:rsidTr="00346A69">
        <w:trPr>
          <w:trHeight w:val="498"/>
        </w:trPr>
        <w:tc>
          <w:tcPr>
            <w:tcW w:w="9004" w:type="dxa"/>
          </w:tcPr>
          <w:p w14:paraId="3C2C24D8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213FC16C" w14:textId="77777777" w:rsidTr="00346A69">
        <w:trPr>
          <w:trHeight w:val="498"/>
        </w:trPr>
        <w:tc>
          <w:tcPr>
            <w:tcW w:w="9004" w:type="dxa"/>
          </w:tcPr>
          <w:p w14:paraId="61309E8F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6BE881D4" w14:textId="77777777" w:rsidTr="00346A69">
        <w:trPr>
          <w:trHeight w:val="498"/>
        </w:trPr>
        <w:tc>
          <w:tcPr>
            <w:tcW w:w="9004" w:type="dxa"/>
          </w:tcPr>
          <w:p w14:paraId="25EC0E2C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3B19E170" w14:textId="77777777" w:rsidTr="00346A69">
        <w:trPr>
          <w:trHeight w:val="498"/>
        </w:trPr>
        <w:tc>
          <w:tcPr>
            <w:tcW w:w="9004" w:type="dxa"/>
          </w:tcPr>
          <w:p w14:paraId="51C985AB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3DFA9D39" w14:textId="77777777" w:rsidTr="00346A69">
        <w:trPr>
          <w:trHeight w:val="498"/>
        </w:trPr>
        <w:tc>
          <w:tcPr>
            <w:tcW w:w="9004" w:type="dxa"/>
          </w:tcPr>
          <w:p w14:paraId="6AEA6A3D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6F4B3E1A" w14:textId="77777777" w:rsidTr="00346A69">
        <w:trPr>
          <w:trHeight w:val="498"/>
        </w:trPr>
        <w:tc>
          <w:tcPr>
            <w:tcW w:w="9004" w:type="dxa"/>
          </w:tcPr>
          <w:p w14:paraId="526E5F4F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1FAB38E3" w14:textId="77777777" w:rsidTr="00346A69">
        <w:trPr>
          <w:trHeight w:val="498"/>
        </w:trPr>
        <w:tc>
          <w:tcPr>
            <w:tcW w:w="9004" w:type="dxa"/>
          </w:tcPr>
          <w:p w14:paraId="349A5492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7992F147" w14:textId="77777777" w:rsidTr="00346A69">
        <w:trPr>
          <w:trHeight w:val="498"/>
        </w:trPr>
        <w:tc>
          <w:tcPr>
            <w:tcW w:w="9004" w:type="dxa"/>
          </w:tcPr>
          <w:p w14:paraId="06B219C3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33CBDDDF" w14:textId="77777777" w:rsidTr="00346A69">
        <w:trPr>
          <w:trHeight w:val="498"/>
        </w:trPr>
        <w:tc>
          <w:tcPr>
            <w:tcW w:w="9004" w:type="dxa"/>
          </w:tcPr>
          <w:p w14:paraId="153F2DC7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670BEFDC" w14:textId="77777777" w:rsidTr="00346A69">
        <w:trPr>
          <w:trHeight w:val="498"/>
        </w:trPr>
        <w:tc>
          <w:tcPr>
            <w:tcW w:w="9004" w:type="dxa"/>
          </w:tcPr>
          <w:p w14:paraId="2F0B7ECB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53FC581A" w14:textId="77777777" w:rsidTr="00346A69">
        <w:trPr>
          <w:trHeight w:val="498"/>
        </w:trPr>
        <w:tc>
          <w:tcPr>
            <w:tcW w:w="9004" w:type="dxa"/>
          </w:tcPr>
          <w:p w14:paraId="4FFDBB04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531BD7A1" w14:textId="77777777" w:rsidTr="00346A69">
        <w:trPr>
          <w:trHeight w:val="498"/>
        </w:trPr>
        <w:tc>
          <w:tcPr>
            <w:tcW w:w="9004" w:type="dxa"/>
          </w:tcPr>
          <w:p w14:paraId="12CCBA82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2E5A50BF" w14:textId="77777777" w:rsidTr="00346A69">
        <w:trPr>
          <w:trHeight w:val="498"/>
        </w:trPr>
        <w:tc>
          <w:tcPr>
            <w:tcW w:w="9004" w:type="dxa"/>
          </w:tcPr>
          <w:p w14:paraId="6E2C237C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61495C6F" w14:textId="77777777" w:rsidTr="00346A69">
        <w:trPr>
          <w:trHeight w:val="498"/>
        </w:trPr>
        <w:tc>
          <w:tcPr>
            <w:tcW w:w="9004" w:type="dxa"/>
          </w:tcPr>
          <w:p w14:paraId="59D87D3C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05B9194B" w14:textId="77777777" w:rsidTr="00346A69">
        <w:trPr>
          <w:trHeight w:val="498"/>
        </w:trPr>
        <w:tc>
          <w:tcPr>
            <w:tcW w:w="9004" w:type="dxa"/>
          </w:tcPr>
          <w:p w14:paraId="566BEEE8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346A69" w14:paraId="4F1BC6AB" w14:textId="77777777" w:rsidTr="00346A69">
        <w:trPr>
          <w:trHeight w:val="498"/>
        </w:trPr>
        <w:tc>
          <w:tcPr>
            <w:tcW w:w="9004" w:type="dxa"/>
          </w:tcPr>
          <w:p w14:paraId="290C1203" w14:textId="77777777" w:rsidR="00346A69" w:rsidRDefault="00346A69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8404179" w14:textId="77777777" w:rsidTr="00346A69">
        <w:trPr>
          <w:trHeight w:val="498"/>
        </w:trPr>
        <w:tc>
          <w:tcPr>
            <w:tcW w:w="9004" w:type="dxa"/>
          </w:tcPr>
          <w:p w14:paraId="77A17632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6FF1F9EE" w14:textId="77777777" w:rsidTr="00346A69">
        <w:trPr>
          <w:trHeight w:val="498"/>
        </w:trPr>
        <w:tc>
          <w:tcPr>
            <w:tcW w:w="9004" w:type="dxa"/>
          </w:tcPr>
          <w:p w14:paraId="241C6240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13B840D" w14:textId="77777777" w:rsidTr="00346A69">
        <w:trPr>
          <w:trHeight w:val="498"/>
        </w:trPr>
        <w:tc>
          <w:tcPr>
            <w:tcW w:w="9004" w:type="dxa"/>
          </w:tcPr>
          <w:p w14:paraId="310E00A5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7E2B5FDD" w14:textId="77777777" w:rsidTr="00346A69">
        <w:trPr>
          <w:trHeight w:val="498"/>
        </w:trPr>
        <w:tc>
          <w:tcPr>
            <w:tcW w:w="9004" w:type="dxa"/>
          </w:tcPr>
          <w:p w14:paraId="63458C7C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9348DC7" w14:textId="77777777" w:rsidTr="00346A69">
        <w:trPr>
          <w:trHeight w:val="498"/>
        </w:trPr>
        <w:tc>
          <w:tcPr>
            <w:tcW w:w="9004" w:type="dxa"/>
          </w:tcPr>
          <w:p w14:paraId="61099F63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97BAF41" w14:textId="77777777" w:rsidTr="00346A69">
        <w:trPr>
          <w:trHeight w:val="498"/>
        </w:trPr>
        <w:tc>
          <w:tcPr>
            <w:tcW w:w="9004" w:type="dxa"/>
          </w:tcPr>
          <w:p w14:paraId="002FEBF4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6145D61A" w14:textId="77777777" w:rsidTr="00346A69">
        <w:trPr>
          <w:trHeight w:val="498"/>
        </w:trPr>
        <w:tc>
          <w:tcPr>
            <w:tcW w:w="9004" w:type="dxa"/>
          </w:tcPr>
          <w:p w14:paraId="28FF329F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63D40FA" w14:textId="77777777" w:rsidTr="00346A69">
        <w:trPr>
          <w:trHeight w:val="498"/>
        </w:trPr>
        <w:tc>
          <w:tcPr>
            <w:tcW w:w="9004" w:type="dxa"/>
          </w:tcPr>
          <w:p w14:paraId="4F338334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FC7760B" w14:textId="77777777" w:rsidTr="00346A69">
        <w:trPr>
          <w:trHeight w:val="498"/>
        </w:trPr>
        <w:tc>
          <w:tcPr>
            <w:tcW w:w="9004" w:type="dxa"/>
          </w:tcPr>
          <w:p w14:paraId="76F27D8D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8381312" w14:textId="77777777" w:rsidTr="00346A69">
        <w:trPr>
          <w:trHeight w:val="498"/>
        </w:trPr>
        <w:tc>
          <w:tcPr>
            <w:tcW w:w="9004" w:type="dxa"/>
          </w:tcPr>
          <w:p w14:paraId="32086C86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3F75A886" w14:textId="77777777" w:rsidTr="00346A69">
        <w:trPr>
          <w:trHeight w:val="498"/>
        </w:trPr>
        <w:tc>
          <w:tcPr>
            <w:tcW w:w="9004" w:type="dxa"/>
          </w:tcPr>
          <w:p w14:paraId="6A404A77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5FC335C8" w14:textId="77777777" w:rsidTr="00346A69">
        <w:trPr>
          <w:trHeight w:val="498"/>
        </w:trPr>
        <w:tc>
          <w:tcPr>
            <w:tcW w:w="9004" w:type="dxa"/>
          </w:tcPr>
          <w:p w14:paraId="1FCEE8BC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32954EE4" w14:textId="77777777" w:rsidTr="00346A69">
        <w:trPr>
          <w:trHeight w:val="498"/>
        </w:trPr>
        <w:tc>
          <w:tcPr>
            <w:tcW w:w="9004" w:type="dxa"/>
          </w:tcPr>
          <w:p w14:paraId="5EF3306B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16E5C35A" w14:textId="77777777" w:rsidTr="00346A69">
        <w:trPr>
          <w:trHeight w:val="498"/>
        </w:trPr>
        <w:tc>
          <w:tcPr>
            <w:tcW w:w="9004" w:type="dxa"/>
          </w:tcPr>
          <w:p w14:paraId="25004863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70392776" w14:textId="77777777" w:rsidTr="00346A69">
        <w:trPr>
          <w:trHeight w:val="498"/>
        </w:trPr>
        <w:tc>
          <w:tcPr>
            <w:tcW w:w="9004" w:type="dxa"/>
          </w:tcPr>
          <w:p w14:paraId="07840ED1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6B07B437" w14:textId="77777777" w:rsidTr="00346A69">
        <w:trPr>
          <w:trHeight w:val="498"/>
        </w:trPr>
        <w:tc>
          <w:tcPr>
            <w:tcW w:w="9004" w:type="dxa"/>
          </w:tcPr>
          <w:p w14:paraId="5BABDB44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1AC7FB3D" w14:textId="77777777" w:rsidTr="00346A69">
        <w:trPr>
          <w:trHeight w:val="498"/>
        </w:trPr>
        <w:tc>
          <w:tcPr>
            <w:tcW w:w="9004" w:type="dxa"/>
          </w:tcPr>
          <w:p w14:paraId="21998D21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2367E953" w14:textId="77777777" w:rsidTr="00346A69">
        <w:trPr>
          <w:trHeight w:val="498"/>
        </w:trPr>
        <w:tc>
          <w:tcPr>
            <w:tcW w:w="9004" w:type="dxa"/>
          </w:tcPr>
          <w:p w14:paraId="04FE1B3F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BA5DC8C" w14:textId="77777777" w:rsidTr="00346A69">
        <w:trPr>
          <w:trHeight w:val="498"/>
        </w:trPr>
        <w:tc>
          <w:tcPr>
            <w:tcW w:w="9004" w:type="dxa"/>
          </w:tcPr>
          <w:p w14:paraId="646ED9C9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350BAD2E" w14:textId="77777777" w:rsidTr="00346A69">
        <w:trPr>
          <w:trHeight w:val="498"/>
        </w:trPr>
        <w:tc>
          <w:tcPr>
            <w:tcW w:w="9004" w:type="dxa"/>
          </w:tcPr>
          <w:p w14:paraId="750AA93E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352CA781" w14:textId="77777777" w:rsidTr="00346A69">
        <w:trPr>
          <w:trHeight w:val="498"/>
        </w:trPr>
        <w:tc>
          <w:tcPr>
            <w:tcW w:w="9004" w:type="dxa"/>
          </w:tcPr>
          <w:p w14:paraId="1BFF88B7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8C25136" w14:textId="77777777" w:rsidTr="00346A69">
        <w:trPr>
          <w:trHeight w:val="498"/>
        </w:trPr>
        <w:tc>
          <w:tcPr>
            <w:tcW w:w="9004" w:type="dxa"/>
          </w:tcPr>
          <w:p w14:paraId="0D22BD3C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C050F10" w14:textId="77777777" w:rsidTr="00346A69">
        <w:trPr>
          <w:trHeight w:val="498"/>
        </w:trPr>
        <w:tc>
          <w:tcPr>
            <w:tcW w:w="9004" w:type="dxa"/>
          </w:tcPr>
          <w:p w14:paraId="21B230C1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530C6032" w14:textId="77777777" w:rsidTr="00346A69">
        <w:trPr>
          <w:trHeight w:val="498"/>
        </w:trPr>
        <w:tc>
          <w:tcPr>
            <w:tcW w:w="9004" w:type="dxa"/>
          </w:tcPr>
          <w:p w14:paraId="791FC66E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71BBA621" w14:textId="77777777" w:rsidTr="00346A69">
        <w:trPr>
          <w:trHeight w:val="498"/>
        </w:trPr>
        <w:tc>
          <w:tcPr>
            <w:tcW w:w="9004" w:type="dxa"/>
          </w:tcPr>
          <w:p w14:paraId="1CD35048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B769D64" w14:textId="77777777" w:rsidTr="00346A69">
        <w:trPr>
          <w:trHeight w:val="498"/>
        </w:trPr>
        <w:tc>
          <w:tcPr>
            <w:tcW w:w="9004" w:type="dxa"/>
          </w:tcPr>
          <w:p w14:paraId="46E1473C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0B68A183" w14:textId="77777777" w:rsidTr="00346A69">
        <w:trPr>
          <w:trHeight w:val="498"/>
        </w:trPr>
        <w:tc>
          <w:tcPr>
            <w:tcW w:w="9004" w:type="dxa"/>
          </w:tcPr>
          <w:p w14:paraId="2080E1F1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1583C6F2" w14:textId="77777777" w:rsidTr="00346A69">
        <w:trPr>
          <w:trHeight w:val="498"/>
        </w:trPr>
        <w:tc>
          <w:tcPr>
            <w:tcW w:w="9004" w:type="dxa"/>
          </w:tcPr>
          <w:p w14:paraId="4808D297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298FCF5A" w14:textId="77777777" w:rsidTr="00346A69">
        <w:trPr>
          <w:trHeight w:val="498"/>
        </w:trPr>
        <w:tc>
          <w:tcPr>
            <w:tcW w:w="9004" w:type="dxa"/>
          </w:tcPr>
          <w:p w14:paraId="7B73EE74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1B279EF6" w14:textId="77777777" w:rsidTr="00346A69">
        <w:trPr>
          <w:trHeight w:val="498"/>
        </w:trPr>
        <w:tc>
          <w:tcPr>
            <w:tcW w:w="9004" w:type="dxa"/>
          </w:tcPr>
          <w:p w14:paraId="0D12893D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4DB6B277" w14:textId="77777777" w:rsidTr="00346A69">
        <w:trPr>
          <w:trHeight w:val="498"/>
        </w:trPr>
        <w:tc>
          <w:tcPr>
            <w:tcW w:w="9004" w:type="dxa"/>
          </w:tcPr>
          <w:p w14:paraId="5A0A06E0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370AD936" w14:textId="77777777" w:rsidTr="00346A69">
        <w:trPr>
          <w:trHeight w:val="498"/>
        </w:trPr>
        <w:tc>
          <w:tcPr>
            <w:tcW w:w="9004" w:type="dxa"/>
          </w:tcPr>
          <w:p w14:paraId="74E95911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2E2DC8B2" w14:textId="77777777" w:rsidTr="00346A69">
        <w:trPr>
          <w:trHeight w:val="498"/>
        </w:trPr>
        <w:tc>
          <w:tcPr>
            <w:tcW w:w="9004" w:type="dxa"/>
          </w:tcPr>
          <w:p w14:paraId="363BC628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  <w:tr w:rsidR="00C01BF2" w14:paraId="19A14314" w14:textId="77777777" w:rsidTr="00346A69">
        <w:trPr>
          <w:trHeight w:val="498"/>
        </w:trPr>
        <w:tc>
          <w:tcPr>
            <w:tcW w:w="9004" w:type="dxa"/>
          </w:tcPr>
          <w:p w14:paraId="2D79182D" w14:textId="77777777" w:rsidR="00C01BF2" w:rsidRDefault="00C01BF2" w:rsidP="00380BCE">
            <w:pPr>
              <w:spacing w:after="120"/>
              <w:rPr>
                <w:lang w:eastAsia="zh-TW"/>
              </w:rPr>
            </w:pPr>
          </w:p>
        </w:tc>
      </w:tr>
    </w:tbl>
    <w:p w14:paraId="5A9709BD" w14:textId="77777777" w:rsidR="00BA247B" w:rsidRPr="00380BCE" w:rsidRDefault="00BA247B" w:rsidP="00380BCE">
      <w:pPr>
        <w:rPr>
          <w:rFonts w:ascii="Century Gothic" w:hAnsi="Century Gothic"/>
          <w:sz w:val="20"/>
          <w:lang w:eastAsia="zh-TW"/>
        </w:rPr>
      </w:pPr>
    </w:p>
    <w:p w14:paraId="6F5D8FB1" w14:textId="77777777" w:rsidR="00660469" w:rsidRPr="00380BCE" w:rsidRDefault="00660469" w:rsidP="00380BCE">
      <w:pPr>
        <w:pStyle w:val="ListParagraph"/>
        <w:ind w:leftChars="0"/>
        <w:jc w:val="center"/>
        <w:rPr>
          <w:rFonts w:ascii="Century Gothic" w:hAnsi="Century Gothic"/>
          <w:sz w:val="22"/>
        </w:rPr>
      </w:pPr>
      <w:r w:rsidRPr="00346A69">
        <w:rPr>
          <w:rFonts w:ascii="Arial Rounded MT Bold" w:eastAsia="Arial Unicode MS" w:hAnsi="Arial Rounded MT Bold" w:cs="Bodoni MT Black"/>
          <w:sz w:val="32"/>
          <w:szCs w:val="30"/>
          <w:lang w:eastAsia="zh-TW"/>
        </w:rPr>
        <w:t xml:space="preserve">End of </w:t>
      </w:r>
      <w:r w:rsidR="00346A69" w:rsidRPr="00346A69">
        <w:rPr>
          <w:rFonts w:ascii="Arial Rounded MT Bold" w:eastAsia="Arial Unicode MS" w:hAnsi="Arial Rounded MT Bold" w:cs="Bodoni MT Black"/>
          <w:sz w:val="32"/>
          <w:szCs w:val="30"/>
          <w:lang w:eastAsia="zh-TW"/>
        </w:rPr>
        <w:t>Assessment</w:t>
      </w:r>
    </w:p>
    <w:sectPr w:rsidR="00660469" w:rsidRPr="00380BCE" w:rsidSect="00820A50">
      <w:footerReference w:type="default" r:id="rId10"/>
      <w:pgSz w:w="11907" w:h="16840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74C19" w14:textId="77777777" w:rsidR="00C01BF2" w:rsidRDefault="00C01BF2">
      <w:r>
        <w:separator/>
      </w:r>
    </w:p>
  </w:endnote>
  <w:endnote w:type="continuationSeparator" w:id="0">
    <w:p w14:paraId="48FDA16E" w14:textId="77777777" w:rsidR="00C01BF2" w:rsidRDefault="00C0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odoni MT Black">
    <w:altName w:val="Didot"/>
    <w:charset w:val="00"/>
    <w:family w:val="roman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細明體">
    <w:charset w:val="51"/>
    <w:family w:val="auto"/>
    <w:pitch w:val="variable"/>
    <w:sig w:usb0="A00002FF" w:usb1="28CFFCFA" w:usb2="00000016" w:usb3="00000000" w:csb0="00100001" w:csb1="00000000"/>
  </w:font>
  <w:font w:name="Castellar">
    <w:charset w:val="00"/>
    <w:family w:val="roman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Trajan Pro Bold"/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53064" w14:textId="77777777" w:rsidR="00C01BF2" w:rsidRPr="00D15CD3" w:rsidRDefault="00C01BF2" w:rsidP="00D15CD3">
    <w:pPr>
      <w:pStyle w:val="Footer"/>
      <w:framePr w:wrap="auto" w:vAnchor="text" w:hAnchor="page" w:x="10156" w:y="39"/>
      <w:rPr>
        <w:rStyle w:val="PageNumber"/>
        <w:rFonts w:ascii="Rockwell" w:hAnsi="Rockwell"/>
        <w:b/>
        <w:sz w:val="18"/>
      </w:rPr>
    </w:pPr>
    <w:r w:rsidRPr="00D15CD3">
      <w:rPr>
        <w:rStyle w:val="PageNumber"/>
        <w:rFonts w:ascii="Rockwell" w:hAnsi="Rockwell"/>
        <w:b/>
        <w:sz w:val="18"/>
        <w:lang w:eastAsia="zh-TW"/>
      </w:rPr>
      <w:t xml:space="preserve">Page </w:t>
    </w:r>
    <w:r w:rsidRPr="00D15CD3">
      <w:rPr>
        <w:rStyle w:val="PageNumber"/>
        <w:rFonts w:ascii="Rockwell" w:hAnsi="Rockwell"/>
        <w:b/>
        <w:sz w:val="18"/>
      </w:rPr>
      <w:fldChar w:fldCharType="begin"/>
    </w:r>
    <w:r w:rsidRPr="00D15CD3">
      <w:rPr>
        <w:rStyle w:val="PageNumber"/>
        <w:rFonts w:ascii="Rockwell" w:hAnsi="Rockwell"/>
        <w:b/>
        <w:sz w:val="18"/>
      </w:rPr>
      <w:instrText xml:space="preserve">PAGE  </w:instrText>
    </w:r>
    <w:r w:rsidRPr="00D15CD3">
      <w:rPr>
        <w:rStyle w:val="PageNumber"/>
        <w:rFonts w:ascii="Rockwell" w:hAnsi="Rockwell"/>
        <w:b/>
        <w:sz w:val="18"/>
      </w:rPr>
      <w:fldChar w:fldCharType="separate"/>
    </w:r>
    <w:r w:rsidR="0039799F">
      <w:rPr>
        <w:rStyle w:val="PageNumber"/>
        <w:rFonts w:ascii="Rockwell" w:hAnsi="Rockwell"/>
        <w:b/>
        <w:noProof/>
        <w:sz w:val="18"/>
      </w:rPr>
      <w:t>1</w:t>
    </w:r>
    <w:r w:rsidRPr="00D15CD3">
      <w:rPr>
        <w:rStyle w:val="PageNumber"/>
        <w:rFonts w:ascii="Rockwell" w:hAnsi="Rockwell"/>
        <w:b/>
        <w:sz w:val="18"/>
      </w:rPr>
      <w:fldChar w:fldCharType="end"/>
    </w:r>
  </w:p>
  <w:p w14:paraId="10DE67AA" w14:textId="77777777" w:rsidR="00C01BF2" w:rsidRDefault="00C01B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5DFE7" w14:textId="77777777" w:rsidR="00C01BF2" w:rsidRDefault="00C01BF2">
      <w:r>
        <w:separator/>
      </w:r>
    </w:p>
  </w:footnote>
  <w:footnote w:type="continuationSeparator" w:id="0">
    <w:p w14:paraId="423363BA" w14:textId="77777777" w:rsidR="00C01BF2" w:rsidRDefault="00C01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0486"/>
    <w:multiLevelType w:val="hybridMultilevel"/>
    <w:tmpl w:val="2FB21550"/>
    <w:lvl w:ilvl="0" w:tplc="CCAC6E48">
      <w:start w:val="1"/>
      <w:numFmt w:val="lowerLetter"/>
      <w:lvlText w:val="(%1)"/>
      <w:lvlJc w:val="left"/>
      <w:pPr>
        <w:ind w:left="480" w:hanging="480"/>
      </w:pPr>
      <w:rPr>
        <w:rFonts w:ascii="Century Gothic" w:hAnsi="Century Gothic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A7A0895"/>
    <w:multiLevelType w:val="hybridMultilevel"/>
    <w:tmpl w:val="148492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1F23BA"/>
    <w:multiLevelType w:val="hybridMultilevel"/>
    <w:tmpl w:val="5030D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CC04A81"/>
    <w:multiLevelType w:val="hybridMultilevel"/>
    <w:tmpl w:val="5912963A"/>
    <w:lvl w:ilvl="0" w:tplc="0C16080E">
      <w:start w:val="3"/>
      <w:numFmt w:val="bullet"/>
      <w:lvlText w:val=""/>
      <w:lvlJc w:val="left"/>
      <w:pPr>
        <w:ind w:left="2490" w:hanging="360"/>
      </w:pPr>
      <w:rPr>
        <w:rFonts w:ascii="Wingdings" w:eastAsia="Arial Unicode MS" w:hAnsi="Wingdings" w:cs="Bodoni MT Black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30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5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9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50" w:hanging="480"/>
      </w:pPr>
      <w:rPr>
        <w:rFonts w:ascii="Wingdings" w:hAnsi="Wingdings" w:hint="default"/>
      </w:rPr>
    </w:lvl>
  </w:abstractNum>
  <w:abstractNum w:abstractNumId="4">
    <w:nsid w:val="104726D8"/>
    <w:multiLevelType w:val="hybridMultilevel"/>
    <w:tmpl w:val="2FB21550"/>
    <w:lvl w:ilvl="0" w:tplc="CCAC6E48">
      <w:start w:val="1"/>
      <w:numFmt w:val="lowerLetter"/>
      <w:lvlText w:val="(%1)"/>
      <w:lvlJc w:val="left"/>
      <w:pPr>
        <w:ind w:left="480" w:hanging="480"/>
      </w:pPr>
      <w:rPr>
        <w:rFonts w:ascii="Century Gothic" w:hAnsi="Century Gothic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1058EC"/>
    <w:multiLevelType w:val="hybridMultilevel"/>
    <w:tmpl w:val="1A1636B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6">
    <w:nsid w:val="270C39B1"/>
    <w:multiLevelType w:val="hybridMultilevel"/>
    <w:tmpl w:val="C542067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D">
      <w:start w:val="1"/>
      <w:numFmt w:val="bullet"/>
      <w:lvlText w:val="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7">
    <w:nsid w:val="38821FD0"/>
    <w:multiLevelType w:val="hybridMultilevel"/>
    <w:tmpl w:val="598223C4"/>
    <w:lvl w:ilvl="0" w:tplc="89CCC844">
      <w:start w:val="1"/>
      <w:numFmt w:val="lowerLetter"/>
      <w:lvlText w:val="(%1)"/>
      <w:lvlJc w:val="left"/>
      <w:pPr>
        <w:ind w:left="1440" w:hanging="720"/>
      </w:pPr>
      <w:rPr>
        <w:rFonts w:ascii="Century Gothic" w:eastAsia="新細明體" w:hAnsi="Century Gothic" w:cs="Times New Roman" w:hint="default"/>
        <w:b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C8D1B20"/>
    <w:multiLevelType w:val="hybridMultilevel"/>
    <w:tmpl w:val="892CFF86"/>
    <w:lvl w:ilvl="0" w:tplc="04090001">
      <w:start w:val="1"/>
      <w:numFmt w:val="bullet"/>
      <w:lvlText w:val=""/>
      <w:lvlJc w:val="left"/>
      <w:pPr>
        <w:ind w:left="51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80"/>
      </w:pPr>
      <w:rPr>
        <w:rFonts w:ascii="Wingdings" w:hAnsi="Wingdings" w:hint="default"/>
      </w:rPr>
    </w:lvl>
  </w:abstractNum>
  <w:abstractNum w:abstractNumId="9">
    <w:nsid w:val="417F70F2"/>
    <w:multiLevelType w:val="hybridMultilevel"/>
    <w:tmpl w:val="30F80670"/>
    <w:lvl w:ilvl="0" w:tplc="06764CC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0">
    <w:nsid w:val="42F27852"/>
    <w:multiLevelType w:val="hybridMultilevel"/>
    <w:tmpl w:val="753057B6"/>
    <w:lvl w:ilvl="0" w:tplc="28B64A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49BD0F03"/>
    <w:multiLevelType w:val="hybridMultilevel"/>
    <w:tmpl w:val="51AEEF5C"/>
    <w:lvl w:ilvl="0" w:tplc="EC029624">
      <w:start w:val="1"/>
      <w:numFmt w:val="lowerRoman"/>
      <w:lvlText w:val="(%1)"/>
      <w:lvlJc w:val="left"/>
      <w:pPr>
        <w:ind w:left="192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8" w:hanging="480"/>
      </w:pPr>
    </w:lvl>
    <w:lvl w:ilvl="2" w:tplc="0409001B" w:tentative="1">
      <w:start w:val="1"/>
      <w:numFmt w:val="lowerRoman"/>
      <w:lvlText w:val="%3."/>
      <w:lvlJc w:val="right"/>
      <w:pPr>
        <w:ind w:left="2648" w:hanging="480"/>
      </w:pPr>
    </w:lvl>
    <w:lvl w:ilvl="3" w:tplc="0409000F" w:tentative="1">
      <w:start w:val="1"/>
      <w:numFmt w:val="decimal"/>
      <w:lvlText w:val="%4."/>
      <w:lvlJc w:val="left"/>
      <w:pPr>
        <w:ind w:left="31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8" w:hanging="480"/>
      </w:pPr>
    </w:lvl>
    <w:lvl w:ilvl="5" w:tplc="0409001B" w:tentative="1">
      <w:start w:val="1"/>
      <w:numFmt w:val="lowerRoman"/>
      <w:lvlText w:val="%6."/>
      <w:lvlJc w:val="right"/>
      <w:pPr>
        <w:ind w:left="4088" w:hanging="480"/>
      </w:pPr>
    </w:lvl>
    <w:lvl w:ilvl="6" w:tplc="0409000F" w:tentative="1">
      <w:start w:val="1"/>
      <w:numFmt w:val="decimal"/>
      <w:lvlText w:val="%7."/>
      <w:lvlJc w:val="left"/>
      <w:pPr>
        <w:ind w:left="45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8" w:hanging="480"/>
      </w:pPr>
    </w:lvl>
    <w:lvl w:ilvl="8" w:tplc="0409001B" w:tentative="1">
      <w:start w:val="1"/>
      <w:numFmt w:val="lowerRoman"/>
      <w:lvlText w:val="%9."/>
      <w:lvlJc w:val="right"/>
      <w:pPr>
        <w:ind w:left="5528" w:hanging="480"/>
      </w:pPr>
    </w:lvl>
  </w:abstractNum>
  <w:abstractNum w:abstractNumId="12">
    <w:nsid w:val="524731F6"/>
    <w:multiLevelType w:val="hybridMultilevel"/>
    <w:tmpl w:val="B838E6A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56FC55B8"/>
    <w:multiLevelType w:val="hybridMultilevel"/>
    <w:tmpl w:val="64B2866A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14">
    <w:nsid w:val="5B936BEB"/>
    <w:multiLevelType w:val="hybridMultilevel"/>
    <w:tmpl w:val="2FB21550"/>
    <w:lvl w:ilvl="0" w:tplc="CCAC6E48">
      <w:start w:val="1"/>
      <w:numFmt w:val="lowerLetter"/>
      <w:lvlText w:val="(%1)"/>
      <w:lvlJc w:val="left"/>
      <w:pPr>
        <w:ind w:left="480" w:hanging="480"/>
      </w:pPr>
      <w:rPr>
        <w:rFonts w:ascii="Century Gothic" w:hAnsi="Century Gothic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C491D66"/>
    <w:multiLevelType w:val="hybridMultilevel"/>
    <w:tmpl w:val="E940B988"/>
    <w:lvl w:ilvl="0" w:tplc="21F4CF1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5FFB5F82"/>
    <w:multiLevelType w:val="hybridMultilevel"/>
    <w:tmpl w:val="8D4034C6"/>
    <w:lvl w:ilvl="0" w:tplc="04090001">
      <w:start w:val="1"/>
      <w:numFmt w:val="bullet"/>
      <w:lvlText w:val=""/>
      <w:lvlJc w:val="left"/>
      <w:pPr>
        <w:ind w:left="51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80"/>
      </w:pPr>
      <w:rPr>
        <w:rFonts w:ascii="Wingdings" w:hAnsi="Wingdings" w:hint="default"/>
      </w:rPr>
    </w:lvl>
  </w:abstractNum>
  <w:abstractNum w:abstractNumId="17">
    <w:nsid w:val="65DE3B2B"/>
    <w:multiLevelType w:val="hybridMultilevel"/>
    <w:tmpl w:val="2FB21550"/>
    <w:lvl w:ilvl="0" w:tplc="CCAC6E48">
      <w:start w:val="1"/>
      <w:numFmt w:val="lowerLetter"/>
      <w:lvlText w:val="(%1)"/>
      <w:lvlJc w:val="left"/>
      <w:pPr>
        <w:ind w:left="480" w:hanging="480"/>
      </w:pPr>
      <w:rPr>
        <w:rFonts w:ascii="Century Gothic" w:hAnsi="Century Gothic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7F869C4"/>
    <w:multiLevelType w:val="hybridMultilevel"/>
    <w:tmpl w:val="BED6C6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6E1315F2"/>
    <w:multiLevelType w:val="hybridMultilevel"/>
    <w:tmpl w:val="FB8240BA"/>
    <w:lvl w:ilvl="0" w:tplc="9EFEFCA6">
      <w:start w:val="1"/>
      <w:numFmt w:val="lowerRoman"/>
      <w:lvlText w:val="(%1)"/>
      <w:lvlJc w:val="left"/>
      <w:pPr>
        <w:ind w:left="192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8" w:hanging="480"/>
      </w:pPr>
    </w:lvl>
    <w:lvl w:ilvl="2" w:tplc="0409001B" w:tentative="1">
      <w:start w:val="1"/>
      <w:numFmt w:val="lowerRoman"/>
      <w:lvlText w:val="%3."/>
      <w:lvlJc w:val="right"/>
      <w:pPr>
        <w:ind w:left="2648" w:hanging="480"/>
      </w:pPr>
    </w:lvl>
    <w:lvl w:ilvl="3" w:tplc="0409000F" w:tentative="1">
      <w:start w:val="1"/>
      <w:numFmt w:val="decimal"/>
      <w:lvlText w:val="%4."/>
      <w:lvlJc w:val="left"/>
      <w:pPr>
        <w:ind w:left="31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8" w:hanging="480"/>
      </w:pPr>
    </w:lvl>
    <w:lvl w:ilvl="5" w:tplc="0409001B" w:tentative="1">
      <w:start w:val="1"/>
      <w:numFmt w:val="lowerRoman"/>
      <w:lvlText w:val="%6."/>
      <w:lvlJc w:val="right"/>
      <w:pPr>
        <w:ind w:left="4088" w:hanging="480"/>
      </w:pPr>
    </w:lvl>
    <w:lvl w:ilvl="6" w:tplc="0409000F" w:tentative="1">
      <w:start w:val="1"/>
      <w:numFmt w:val="decimal"/>
      <w:lvlText w:val="%7."/>
      <w:lvlJc w:val="left"/>
      <w:pPr>
        <w:ind w:left="45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8" w:hanging="480"/>
      </w:pPr>
    </w:lvl>
    <w:lvl w:ilvl="8" w:tplc="0409001B" w:tentative="1">
      <w:start w:val="1"/>
      <w:numFmt w:val="lowerRoman"/>
      <w:lvlText w:val="%9."/>
      <w:lvlJc w:val="right"/>
      <w:pPr>
        <w:ind w:left="5528" w:hanging="480"/>
      </w:pPr>
    </w:lvl>
  </w:abstractNum>
  <w:abstractNum w:abstractNumId="20">
    <w:nsid w:val="71535A8D"/>
    <w:multiLevelType w:val="hybridMultilevel"/>
    <w:tmpl w:val="425056D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21">
    <w:nsid w:val="78E23C1A"/>
    <w:multiLevelType w:val="hybridMultilevel"/>
    <w:tmpl w:val="DE9814C6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22">
    <w:nsid w:val="7A8D52B9"/>
    <w:multiLevelType w:val="hybridMultilevel"/>
    <w:tmpl w:val="8F2ADED4"/>
    <w:lvl w:ilvl="0" w:tplc="04090001">
      <w:start w:val="1"/>
      <w:numFmt w:val="bullet"/>
      <w:lvlText w:val=""/>
      <w:lvlJc w:val="left"/>
      <w:pPr>
        <w:ind w:left="51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6"/>
  </w:num>
  <w:num w:numId="4">
    <w:abstractNumId w:val="13"/>
  </w:num>
  <w:num w:numId="5">
    <w:abstractNumId w:val="21"/>
  </w:num>
  <w:num w:numId="6">
    <w:abstractNumId w:val="5"/>
  </w:num>
  <w:num w:numId="7">
    <w:abstractNumId w:val="10"/>
  </w:num>
  <w:num w:numId="8">
    <w:abstractNumId w:val="9"/>
  </w:num>
  <w:num w:numId="9">
    <w:abstractNumId w:val="19"/>
  </w:num>
  <w:num w:numId="10">
    <w:abstractNumId w:val="11"/>
  </w:num>
  <w:num w:numId="11">
    <w:abstractNumId w:val="7"/>
  </w:num>
  <w:num w:numId="12">
    <w:abstractNumId w:val="3"/>
  </w:num>
  <w:num w:numId="13">
    <w:abstractNumId w:val="16"/>
  </w:num>
  <w:num w:numId="14">
    <w:abstractNumId w:val="8"/>
  </w:num>
  <w:num w:numId="15">
    <w:abstractNumId w:val="22"/>
  </w:num>
  <w:num w:numId="16">
    <w:abstractNumId w:val="12"/>
  </w:num>
  <w:num w:numId="17">
    <w:abstractNumId w:val="2"/>
  </w:num>
  <w:num w:numId="18">
    <w:abstractNumId w:val="18"/>
  </w:num>
  <w:num w:numId="19">
    <w:abstractNumId w:val="1"/>
  </w:num>
  <w:num w:numId="20">
    <w:abstractNumId w:val="14"/>
  </w:num>
  <w:num w:numId="21">
    <w:abstractNumId w:val="0"/>
  </w:num>
  <w:num w:numId="22">
    <w:abstractNumId w:val="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isplayHorizont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E"/>
    <w:rsid w:val="00000C36"/>
    <w:rsid w:val="00001E1B"/>
    <w:rsid w:val="000202CE"/>
    <w:rsid w:val="00021AB0"/>
    <w:rsid w:val="000240A6"/>
    <w:rsid w:val="0002631A"/>
    <w:rsid w:val="000275AB"/>
    <w:rsid w:val="000353AB"/>
    <w:rsid w:val="00051207"/>
    <w:rsid w:val="000551F0"/>
    <w:rsid w:val="00065ED6"/>
    <w:rsid w:val="00073ACA"/>
    <w:rsid w:val="00085EE0"/>
    <w:rsid w:val="00094972"/>
    <w:rsid w:val="00094B00"/>
    <w:rsid w:val="00096634"/>
    <w:rsid w:val="00096721"/>
    <w:rsid w:val="00097F33"/>
    <w:rsid w:val="000A0792"/>
    <w:rsid w:val="000A33CE"/>
    <w:rsid w:val="000A5217"/>
    <w:rsid w:val="000B1752"/>
    <w:rsid w:val="000B5C73"/>
    <w:rsid w:val="000C2450"/>
    <w:rsid w:val="000D31AD"/>
    <w:rsid w:val="000D3959"/>
    <w:rsid w:val="000E27A6"/>
    <w:rsid w:val="000E2D48"/>
    <w:rsid w:val="001007B5"/>
    <w:rsid w:val="001067E0"/>
    <w:rsid w:val="00106ABB"/>
    <w:rsid w:val="00114B31"/>
    <w:rsid w:val="00120280"/>
    <w:rsid w:val="00137C8C"/>
    <w:rsid w:val="00140E45"/>
    <w:rsid w:val="00180C24"/>
    <w:rsid w:val="00182AE4"/>
    <w:rsid w:val="00187C5B"/>
    <w:rsid w:val="00194D24"/>
    <w:rsid w:val="001A33A7"/>
    <w:rsid w:val="001A410F"/>
    <w:rsid w:val="001A48D1"/>
    <w:rsid w:val="001A6152"/>
    <w:rsid w:val="001B33BD"/>
    <w:rsid w:val="001C4EA0"/>
    <w:rsid w:val="001D4811"/>
    <w:rsid w:val="001D58B6"/>
    <w:rsid w:val="001E5968"/>
    <w:rsid w:val="001F4705"/>
    <w:rsid w:val="0020259E"/>
    <w:rsid w:val="00204147"/>
    <w:rsid w:val="00206726"/>
    <w:rsid w:val="002126CA"/>
    <w:rsid w:val="00220BBB"/>
    <w:rsid w:val="00223B34"/>
    <w:rsid w:val="00230BBF"/>
    <w:rsid w:val="00234EEA"/>
    <w:rsid w:val="002359D6"/>
    <w:rsid w:val="00241F86"/>
    <w:rsid w:val="00243B66"/>
    <w:rsid w:val="00255137"/>
    <w:rsid w:val="00255C55"/>
    <w:rsid w:val="00285449"/>
    <w:rsid w:val="00293240"/>
    <w:rsid w:val="00293A4C"/>
    <w:rsid w:val="00295364"/>
    <w:rsid w:val="002A17BA"/>
    <w:rsid w:val="002A24D3"/>
    <w:rsid w:val="002A763C"/>
    <w:rsid w:val="002B29A0"/>
    <w:rsid w:val="002B3D8E"/>
    <w:rsid w:val="002C148E"/>
    <w:rsid w:val="002D2F1C"/>
    <w:rsid w:val="002D66A5"/>
    <w:rsid w:val="002E1DF6"/>
    <w:rsid w:val="002F0145"/>
    <w:rsid w:val="002F1158"/>
    <w:rsid w:val="002F4AF9"/>
    <w:rsid w:val="002F65AB"/>
    <w:rsid w:val="002F6911"/>
    <w:rsid w:val="00300955"/>
    <w:rsid w:val="00302A94"/>
    <w:rsid w:val="00303476"/>
    <w:rsid w:val="00315603"/>
    <w:rsid w:val="00320A0F"/>
    <w:rsid w:val="0032236C"/>
    <w:rsid w:val="003237BE"/>
    <w:rsid w:val="00324B5A"/>
    <w:rsid w:val="00331C27"/>
    <w:rsid w:val="00334044"/>
    <w:rsid w:val="00340447"/>
    <w:rsid w:val="00342951"/>
    <w:rsid w:val="00346A69"/>
    <w:rsid w:val="00353632"/>
    <w:rsid w:val="003577AC"/>
    <w:rsid w:val="00372198"/>
    <w:rsid w:val="00372B47"/>
    <w:rsid w:val="00372DC3"/>
    <w:rsid w:val="00374B95"/>
    <w:rsid w:val="00380BCE"/>
    <w:rsid w:val="00383029"/>
    <w:rsid w:val="003839D2"/>
    <w:rsid w:val="003857FF"/>
    <w:rsid w:val="00385E84"/>
    <w:rsid w:val="00391E5D"/>
    <w:rsid w:val="00395C2D"/>
    <w:rsid w:val="0039799F"/>
    <w:rsid w:val="003A177B"/>
    <w:rsid w:val="003A5EA0"/>
    <w:rsid w:val="003B22E8"/>
    <w:rsid w:val="003B465A"/>
    <w:rsid w:val="003B674B"/>
    <w:rsid w:val="003C0AFC"/>
    <w:rsid w:val="003C0FAB"/>
    <w:rsid w:val="003C125F"/>
    <w:rsid w:val="003C2D5C"/>
    <w:rsid w:val="003C572C"/>
    <w:rsid w:val="003D783F"/>
    <w:rsid w:val="003E0C76"/>
    <w:rsid w:val="003E46E6"/>
    <w:rsid w:val="003E7945"/>
    <w:rsid w:val="003F1575"/>
    <w:rsid w:val="003F4EA1"/>
    <w:rsid w:val="00401B86"/>
    <w:rsid w:val="0040439B"/>
    <w:rsid w:val="004132FC"/>
    <w:rsid w:val="0041650C"/>
    <w:rsid w:val="00422027"/>
    <w:rsid w:val="0042679A"/>
    <w:rsid w:val="00426BC5"/>
    <w:rsid w:val="00427B0E"/>
    <w:rsid w:val="00433782"/>
    <w:rsid w:val="00435721"/>
    <w:rsid w:val="00436F18"/>
    <w:rsid w:val="0044388C"/>
    <w:rsid w:val="00445C96"/>
    <w:rsid w:val="00451205"/>
    <w:rsid w:val="00481D65"/>
    <w:rsid w:val="004874E4"/>
    <w:rsid w:val="004919BE"/>
    <w:rsid w:val="004A511F"/>
    <w:rsid w:val="004A52E8"/>
    <w:rsid w:val="004A77CC"/>
    <w:rsid w:val="004C025A"/>
    <w:rsid w:val="004C5F96"/>
    <w:rsid w:val="004E3D81"/>
    <w:rsid w:val="004F29F1"/>
    <w:rsid w:val="0050511D"/>
    <w:rsid w:val="0051074F"/>
    <w:rsid w:val="005175A2"/>
    <w:rsid w:val="00520A30"/>
    <w:rsid w:val="00527499"/>
    <w:rsid w:val="00531435"/>
    <w:rsid w:val="00553335"/>
    <w:rsid w:val="00553AE6"/>
    <w:rsid w:val="005874E8"/>
    <w:rsid w:val="00592BFF"/>
    <w:rsid w:val="005934DC"/>
    <w:rsid w:val="0059793C"/>
    <w:rsid w:val="00597E23"/>
    <w:rsid w:val="005A2ADA"/>
    <w:rsid w:val="005B6485"/>
    <w:rsid w:val="005C4833"/>
    <w:rsid w:val="005C66EA"/>
    <w:rsid w:val="005D1824"/>
    <w:rsid w:val="005D56D7"/>
    <w:rsid w:val="00606612"/>
    <w:rsid w:val="00614C73"/>
    <w:rsid w:val="006171A1"/>
    <w:rsid w:val="00617A2B"/>
    <w:rsid w:val="0062128D"/>
    <w:rsid w:val="00621460"/>
    <w:rsid w:val="00623C8B"/>
    <w:rsid w:val="006331F1"/>
    <w:rsid w:val="00635E79"/>
    <w:rsid w:val="00642DF1"/>
    <w:rsid w:val="00643A8C"/>
    <w:rsid w:val="00644859"/>
    <w:rsid w:val="0064495D"/>
    <w:rsid w:val="0065304F"/>
    <w:rsid w:val="00660469"/>
    <w:rsid w:val="00660E28"/>
    <w:rsid w:val="00661D0C"/>
    <w:rsid w:val="00671867"/>
    <w:rsid w:val="00673AA0"/>
    <w:rsid w:val="006808CF"/>
    <w:rsid w:val="00682C74"/>
    <w:rsid w:val="00684891"/>
    <w:rsid w:val="00684B48"/>
    <w:rsid w:val="00686A80"/>
    <w:rsid w:val="0069022C"/>
    <w:rsid w:val="00691C94"/>
    <w:rsid w:val="006A3E65"/>
    <w:rsid w:val="006D1BD9"/>
    <w:rsid w:val="006D22E9"/>
    <w:rsid w:val="006D4BD3"/>
    <w:rsid w:val="006D6EDF"/>
    <w:rsid w:val="006F1945"/>
    <w:rsid w:val="00702DB7"/>
    <w:rsid w:val="0071308C"/>
    <w:rsid w:val="00714F8D"/>
    <w:rsid w:val="007324A7"/>
    <w:rsid w:val="00734B84"/>
    <w:rsid w:val="00740B6B"/>
    <w:rsid w:val="00743FFA"/>
    <w:rsid w:val="007456E8"/>
    <w:rsid w:val="00770FA0"/>
    <w:rsid w:val="007737BF"/>
    <w:rsid w:val="00795EC9"/>
    <w:rsid w:val="007C1AB6"/>
    <w:rsid w:val="007D2BA5"/>
    <w:rsid w:val="007D3FB1"/>
    <w:rsid w:val="007E1ACE"/>
    <w:rsid w:val="007E489B"/>
    <w:rsid w:val="007E6FAC"/>
    <w:rsid w:val="007F7099"/>
    <w:rsid w:val="0080125E"/>
    <w:rsid w:val="00813C36"/>
    <w:rsid w:val="00820A50"/>
    <w:rsid w:val="00845B70"/>
    <w:rsid w:val="00846966"/>
    <w:rsid w:val="00854411"/>
    <w:rsid w:val="00861324"/>
    <w:rsid w:val="00874286"/>
    <w:rsid w:val="00886B03"/>
    <w:rsid w:val="0088795A"/>
    <w:rsid w:val="00890472"/>
    <w:rsid w:val="00890CD7"/>
    <w:rsid w:val="00894839"/>
    <w:rsid w:val="008979EB"/>
    <w:rsid w:val="008A6689"/>
    <w:rsid w:val="008B19C1"/>
    <w:rsid w:val="008B4629"/>
    <w:rsid w:val="008B4903"/>
    <w:rsid w:val="008B6D15"/>
    <w:rsid w:val="008C4E84"/>
    <w:rsid w:val="008F101E"/>
    <w:rsid w:val="00900F94"/>
    <w:rsid w:val="0090287B"/>
    <w:rsid w:val="00903305"/>
    <w:rsid w:val="0092165D"/>
    <w:rsid w:val="00921AED"/>
    <w:rsid w:val="00923B88"/>
    <w:rsid w:val="00927510"/>
    <w:rsid w:val="009466E7"/>
    <w:rsid w:val="00946F4B"/>
    <w:rsid w:val="009476BD"/>
    <w:rsid w:val="00957CCC"/>
    <w:rsid w:val="00970B4E"/>
    <w:rsid w:val="009729C1"/>
    <w:rsid w:val="00984BA2"/>
    <w:rsid w:val="00985A61"/>
    <w:rsid w:val="0099748F"/>
    <w:rsid w:val="009B6CA7"/>
    <w:rsid w:val="009D1FA3"/>
    <w:rsid w:val="009E0548"/>
    <w:rsid w:val="009E1B10"/>
    <w:rsid w:val="009E3822"/>
    <w:rsid w:val="009E5960"/>
    <w:rsid w:val="009F1930"/>
    <w:rsid w:val="009F4D87"/>
    <w:rsid w:val="00A06A47"/>
    <w:rsid w:val="00A14430"/>
    <w:rsid w:val="00A17CA9"/>
    <w:rsid w:val="00A63552"/>
    <w:rsid w:val="00A73C7B"/>
    <w:rsid w:val="00A741A9"/>
    <w:rsid w:val="00A86285"/>
    <w:rsid w:val="00A86C1F"/>
    <w:rsid w:val="00AA73ED"/>
    <w:rsid w:val="00AB0CB9"/>
    <w:rsid w:val="00AB1853"/>
    <w:rsid w:val="00AB2A83"/>
    <w:rsid w:val="00AD37BE"/>
    <w:rsid w:val="00AD3A9F"/>
    <w:rsid w:val="00AE0255"/>
    <w:rsid w:val="00AE311E"/>
    <w:rsid w:val="00AF13D3"/>
    <w:rsid w:val="00AF2271"/>
    <w:rsid w:val="00AF2B57"/>
    <w:rsid w:val="00AF4076"/>
    <w:rsid w:val="00AF69AE"/>
    <w:rsid w:val="00B063AD"/>
    <w:rsid w:val="00B06B31"/>
    <w:rsid w:val="00B1635F"/>
    <w:rsid w:val="00B16E52"/>
    <w:rsid w:val="00B2113D"/>
    <w:rsid w:val="00B370DA"/>
    <w:rsid w:val="00B40A8A"/>
    <w:rsid w:val="00B574DD"/>
    <w:rsid w:val="00B61CDC"/>
    <w:rsid w:val="00B6288A"/>
    <w:rsid w:val="00B7715A"/>
    <w:rsid w:val="00B82B57"/>
    <w:rsid w:val="00B85DFA"/>
    <w:rsid w:val="00B90642"/>
    <w:rsid w:val="00BA1CBB"/>
    <w:rsid w:val="00BA247B"/>
    <w:rsid w:val="00BA4077"/>
    <w:rsid w:val="00BA7EA7"/>
    <w:rsid w:val="00BB047B"/>
    <w:rsid w:val="00BB3E57"/>
    <w:rsid w:val="00BB6C1A"/>
    <w:rsid w:val="00BC27C0"/>
    <w:rsid w:val="00BC39FF"/>
    <w:rsid w:val="00BC7137"/>
    <w:rsid w:val="00BD3D65"/>
    <w:rsid w:val="00BE320B"/>
    <w:rsid w:val="00BE4334"/>
    <w:rsid w:val="00BF328D"/>
    <w:rsid w:val="00BF4412"/>
    <w:rsid w:val="00C01BF2"/>
    <w:rsid w:val="00C04736"/>
    <w:rsid w:val="00C07E61"/>
    <w:rsid w:val="00C111B8"/>
    <w:rsid w:val="00C11761"/>
    <w:rsid w:val="00C15C2B"/>
    <w:rsid w:val="00C440B1"/>
    <w:rsid w:val="00C45238"/>
    <w:rsid w:val="00C50D79"/>
    <w:rsid w:val="00C60D8A"/>
    <w:rsid w:val="00C6711C"/>
    <w:rsid w:val="00C74278"/>
    <w:rsid w:val="00C76690"/>
    <w:rsid w:val="00C77443"/>
    <w:rsid w:val="00C87B47"/>
    <w:rsid w:val="00C92307"/>
    <w:rsid w:val="00CA049D"/>
    <w:rsid w:val="00CA16E3"/>
    <w:rsid w:val="00CA3EAE"/>
    <w:rsid w:val="00CB106C"/>
    <w:rsid w:val="00CB28CB"/>
    <w:rsid w:val="00CB7CC8"/>
    <w:rsid w:val="00CC4FA8"/>
    <w:rsid w:val="00CC53D7"/>
    <w:rsid w:val="00CD2E36"/>
    <w:rsid w:val="00CF2050"/>
    <w:rsid w:val="00D01F19"/>
    <w:rsid w:val="00D139EF"/>
    <w:rsid w:val="00D14A5C"/>
    <w:rsid w:val="00D15CD3"/>
    <w:rsid w:val="00D16525"/>
    <w:rsid w:val="00D24768"/>
    <w:rsid w:val="00D27A55"/>
    <w:rsid w:val="00D746FC"/>
    <w:rsid w:val="00D776D5"/>
    <w:rsid w:val="00D82210"/>
    <w:rsid w:val="00D822B2"/>
    <w:rsid w:val="00D90D26"/>
    <w:rsid w:val="00DA16AB"/>
    <w:rsid w:val="00DC5BF8"/>
    <w:rsid w:val="00DD2A29"/>
    <w:rsid w:val="00DD2B49"/>
    <w:rsid w:val="00DD7EA6"/>
    <w:rsid w:val="00DE69C7"/>
    <w:rsid w:val="00DF6874"/>
    <w:rsid w:val="00E02C6E"/>
    <w:rsid w:val="00E34330"/>
    <w:rsid w:val="00E356C3"/>
    <w:rsid w:val="00E37A62"/>
    <w:rsid w:val="00E4079C"/>
    <w:rsid w:val="00E408E2"/>
    <w:rsid w:val="00E42353"/>
    <w:rsid w:val="00E50F7B"/>
    <w:rsid w:val="00E55B1A"/>
    <w:rsid w:val="00E64B95"/>
    <w:rsid w:val="00E7140C"/>
    <w:rsid w:val="00E7608E"/>
    <w:rsid w:val="00E84616"/>
    <w:rsid w:val="00E867CC"/>
    <w:rsid w:val="00E87C47"/>
    <w:rsid w:val="00E91799"/>
    <w:rsid w:val="00E956BD"/>
    <w:rsid w:val="00E9696C"/>
    <w:rsid w:val="00E973C2"/>
    <w:rsid w:val="00EA6557"/>
    <w:rsid w:val="00EA7C70"/>
    <w:rsid w:val="00EB6B17"/>
    <w:rsid w:val="00EC1D96"/>
    <w:rsid w:val="00EC490B"/>
    <w:rsid w:val="00EE1172"/>
    <w:rsid w:val="00EE692C"/>
    <w:rsid w:val="00EF08CB"/>
    <w:rsid w:val="00EF6A66"/>
    <w:rsid w:val="00F056D6"/>
    <w:rsid w:val="00F14602"/>
    <w:rsid w:val="00F168A6"/>
    <w:rsid w:val="00F24C72"/>
    <w:rsid w:val="00F377CF"/>
    <w:rsid w:val="00F40FB1"/>
    <w:rsid w:val="00F4244F"/>
    <w:rsid w:val="00F42F71"/>
    <w:rsid w:val="00F53C6B"/>
    <w:rsid w:val="00F55895"/>
    <w:rsid w:val="00F63805"/>
    <w:rsid w:val="00F82B52"/>
    <w:rsid w:val="00F82D20"/>
    <w:rsid w:val="00F84800"/>
    <w:rsid w:val="00F8500E"/>
    <w:rsid w:val="00F933C6"/>
    <w:rsid w:val="00FA0D44"/>
    <w:rsid w:val="00FC0CD9"/>
    <w:rsid w:val="00FD4FC0"/>
    <w:rsid w:val="00FE711B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56"/>
        <o:r id="V:Rule2" type="connector" idref="#_x0000_s1055"/>
      </o:rules>
    </o:shapelayout>
  </w:shapeDefaults>
  <w:decimalSymbol w:val="."/>
  <w:listSeparator w:val=","/>
  <w14:docId w14:val="4908E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59"/>
    <w:rPr>
      <w:kern w:val="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3959"/>
    <w:pPr>
      <w:keepNext/>
      <w:jc w:val="center"/>
      <w:outlineLvl w:val="0"/>
    </w:pPr>
    <w:rPr>
      <w:rFonts w:ascii="Comic Sans MS" w:hAnsi="Comic Sans MS" w:cs="Comic Sans MS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959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79EB"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2A7"/>
    <w:rPr>
      <w:rFonts w:asciiTheme="majorHAnsi" w:eastAsiaTheme="majorEastAsia" w:hAnsiTheme="majorHAnsi" w:cstheme="majorBidi"/>
      <w:b/>
      <w:bCs/>
      <w:kern w:val="52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72A7"/>
    <w:rPr>
      <w:rFonts w:asciiTheme="majorHAnsi" w:eastAsiaTheme="majorEastAsia" w:hAnsiTheme="majorHAnsi" w:cstheme="majorBidi"/>
      <w:b/>
      <w:bCs/>
      <w:kern w:val="0"/>
      <w:sz w:val="48"/>
      <w:szCs w:val="4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72A7"/>
    <w:rPr>
      <w:rFonts w:asciiTheme="majorHAnsi" w:eastAsiaTheme="majorEastAsia" w:hAnsiTheme="majorHAnsi" w:cstheme="majorBidi"/>
      <w:b/>
      <w:bCs/>
      <w:kern w:val="0"/>
      <w:sz w:val="36"/>
      <w:szCs w:val="36"/>
      <w:lang w:eastAsia="en-US"/>
    </w:rPr>
  </w:style>
  <w:style w:type="paragraph" w:styleId="Footer">
    <w:name w:val="footer"/>
    <w:basedOn w:val="Normal"/>
    <w:link w:val="FooterChar"/>
    <w:uiPriority w:val="99"/>
    <w:rsid w:val="000D39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2A7"/>
    <w:rPr>
      <w:kern w:val="0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0D3959"/>
  </w:style>
  <w:style w:type="paragraph" w:customStyle="1" w:styleId="Body-1">
    <w:name w:val="Body-1"/>
    <w:basedOn w:val="Normal"/>
    <w:link w:val="Body-10"/>
    <w:rsid w:val="000D3959"/>
    <w:pPr>
      <w:widowControl w:val="0"/>
      <w:tabs>
        <w:tab w:val="right" w:pos="360"/>
        <w:tab w:val="left" w:pos="480"/>
      </w:tabs>
      <w:spacing w:line="280" w:lineRule="exact"/>
      <w:ind w:left="475" w:hanging="475"/>
    </w:pPr>
    <w:rPr>
      <w:spacing w:val="10"/>
      <w:kern w:val="2"/>
      <w:sz w:val="22"/>
      <w:szCs w:val="22"/>
      <w:lang w:eastAsia="zh-TW"/>
    </w:rPr>
  </w:style>
  <w:style w:type="paragraph" w:customStyle="1" w:styleId="Body-2">
    <w:name w:val="Body-2"/>
    <w:basedOn w:val="Body-1"/>
    <w:link w:val="Body-20"/>
    <w:rsid w:val="000D3959"/>
    <w:pPr>
      <w:tabs>
        <w:tab w:val="left" w:pos="960"/>
      </w:tabs>
      <w:ind w:left="965" w:hanging="965"/>
    </w:pPr>
  </w:style>
  <w:style w:type="paragraph" w:styleId="Header">
    <w:name w:val="header"/>
    <w:basedOn w:val="Normal"/>
    <w:link w:val="HeaderChar"/>
    <w:uiPriority w:val="99"/>
    <w:rsid w:val="000D3959"/>
    <w:pPr>
      <w:tabs>
        <w:tab w:val="center" w:pos="4153"/>
        <w:tab w:val="right" w:pos="8306"/>
      </w:tabs>
      <w:snapToGrid w:val="0"/>
    </w:pPr>
    <w:rPr>
      <w:sz w:val="20"/>
      <w:szCs w:val="20"/>
      <w:lang w:eastAsia="zh-T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672A7"/>
    <w:rPr>
      <w:kern w:val="0"/>
      <w:sz w:val="20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rsid w:val="000D3959"/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72A7"/>
    <w:rPr>
      <w:rFonts w:ascii="細明體" w:eastAsia="細明體" w:hAnsi="Courier New" w:cs="Courier New"/>
      <w:kern w:val="0"/>
      <w:szCs w:val="24"/>
      <w:lang w:eastAsia="en-US"/>
    </w:rPr>
  </w:style>
  <w:style w:type="table" w:styleId="TableGrid">
    <w:name w:val="Table Grid"/>
    <w:basedOn w:val="TableNormal"/>
    <w:uiPriority w:val="99"/>
    <w:rsid w:val="009729C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QStyle1">
    <w:name w:val="LQ Style 1"/>
    <w:basedOn w:val="Normal"/>
    <w:uiPriority w:val="99"/>
    <w:rsid w:val="00F168A6"/>
    <w:pPr>
      <w:widowControl w:val="0"/>
      <w:tabs>
        <w:tab w:val="left" w:pos="567"/>
        <w:tab w:val="left" w:pos="1134"/>
        <w:tab w:val="left" w:pos="1701"/>
        <w:tab w:val="left" w:pos="2268"/>
        <w:tab w:val="right" w:pos="8789"/>
      </w:tabs>
      <w:spacing w:line="360" w:lineRule="atLeast"/>
    </w:pPr>
    <w:rPr>
      <w:kern w:val="2"/>
      <w:sz w:val="22"/>
      <w:szCs w:val="22"/>
      <w:lang w:eastAsia="zh-TW"/>
    </w:rPr>
  </w:style>
  <w:style w:type="paragraph" w:customStyle="1" w:styleId="LQStyle2">
    <w:name w:val="LQ Style 2"/>
    <w:basedOn w:val="Normal"/>
    <w:uiPriority w:val="99"/>
    <w:rsid w:val="00F168A6"/>
    <w:pPr>
      <w:widowControl w:val="0"/>
      <w:tabs>
        <w:tab w:val="left" w:pos="567"/>
        <w:tab w:val="left" w:pos="1134"/>
        <w:tab w:val="left" w:pos="1701"/>
        <w:tab w:val="left" w:pos="2268"/>
        <w:tab w:val="right" w:pos="8789"/>
      </w:tabs>
      <w:spacing w:line="360" w:lineRule="atLeast"/>
      <w:ind w:left="567" w:hanging="567"/>
    </w:pPr>
    <w:rPr>
      <w:kern w:val="2"/>
      <w:sz w:val="22"/>
      <w:szCs w:val="22"/>
      <w:lang w:eastAsia="zh-TW"/>
    </w:rPr>
  </w:style>
  <w:style w:type="paragraph" w:customStyle="1" w:styleId="LQStyle3">
    <w:name w:val="LQ Style 3"/>
    <w:basedOn w:val="Normal"/>
    <w:uiPriority w:val="99"/>
    <w:rsid w:val="00F168A6"/>
    <w:pPr>
      <w:widowControl w:val="0"/>
      <w:tabs>
        <w:tab w:val="left" w:pos="1134"/>
        <w:tab w:val="left" w:pos="1701"/>
        <w:tab w:val="left" w:pos="2268"/>
        <w:tab w:val="right" w:pos="8789"/>
      </w:tabs>
      <w:spacing w:line="360" w:lineRule="atLeast"/>
      <w:ind w:left="1134" w:hanging="567"/>
    </w:pPr>
    <w:rPr>
      <w:kern w:val="2"/>
      <w:sz w:val="22"/>
      <w:szCs w:val="22"/>
      <w:lang w:eastAsia="zh-TW"/>
    </w:rPr>
  </w:style>
  <w:style w:type="paragraph" w:customStyle="1" w:styleId="MC">
    <w:name w:val="MC"/>
    <w:basedOn w:val="Normal"/>
    <w:uiPriority w:val="99"/>
    <w:rsid w:val="004C025A"/>
    <w:pPr>
      <w:widowControl w:val="0"/>
      <w:tabs>
        <w:tab w:val="right" w:pos="357"/>
        <w:tab w:val="left" w:pos="482"/>
        <w:tab w:val="left" w:pos="901"/>
      </w:tabs>
      <w:snapToGrid w:val="0"/>
      <w:spacing w:before="120" w:line="240" w:lineRule="atLeast"/>
      <w:ind w:left="480" w:hanging="480"/>
    </w:pPr>
    <w:rPr>
      <w:spacing w:val="10"/>
      <w:kern w:val="2"/>
      <w:sz w:val="22"/>
      <w:szCs w:val="22"/>
      <w:lang w:eastAsia="zh-TW"/>
    </w:rPr>
  </w:style>
  <w:style w:type="paragraph" w:customStyle="1" w:styleId="question">
    <w:name w:val="question"/>
    <w:basedOn w:val="Normal"/>
    <w:uiPriority w:val="99"/>
    <w:rsid w:val="0044388C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eastAsia="zh-TW"/>
    </w:rPr>
  </w:style>
  <w:style w:type="paragraph" w:styleId="Date">
    <w:name w:val="Date"/>
    <w:basedOn w:val="Normal"/>
    <w:next w:val="Normal"/>
    <w:link w:val="DateChar"/>
    <w:uiPriority w:val="99"/>
    <w:rsid w:val="008979EB"/>
  </w:style>
  <w:style w:type="character" w:customStyle="1" w:styleId="DateChar">
    <w:name w:val="Date Char"/>
    <w:basedOn w:val="DefaultParagraphFont"/>
    <w:link w:val="Date"/>
    <w:uiPriority w:val="99"/>
    <w:semiHidden/>
    <w:rsid w:val="003672A7"/>
    <w:rPr>
      <w:kern w:val="0"/>
      <w:szCs w:val="24"/>
      <w:lang w:eastAsia="en-US"/>
    </w:rPr>
  </w:style>
  <w:style w:type="character" w:customStyle="1" w:styleId="Body-10">
    <w:name w:val="Body-1 字元"/>
    <w:basedOn w:val="DefaultParagraphFont"/>
    <w:link w:val="Body-1"/>
    <w:rsid w:val="00B85DFA"/>
    <w:rPr>
      <w:spacing w:val="1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DF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DF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1D65"/>
    <w:pPr>
      <w:ind w:leftChars="200" w:left="480"/>
    </w:pPr>
  </w:style>
  <w:style w:type="character" w:customStyle="1" w:styleId="Body-20">
    <w:name w:val="Body-2 字元"/>
    <w:basedOn w:val="DefaultParagraphFont"/>
    <w:link w:val="Body-2"/>
    <w:rsid w:val="00D16525"/>
    <w:rPr>
      <w:spacing w:val="10"/>
      <w:sz w:val="22"/>
    </w:rPr>
  </w:style>
  <w:style w:type="character" w:styleId="PlaceholderText">
    <w:name w:val="Placeholder Text"/>
    <w:basedOn w:val="DefaultParagraphFont"/>
    <w:uiPriority w:val="99"/>
    <w:semiHidden/>
    <w:rsid w:val="001E596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59"/>
    <w:rPr>
      <w:kern w:val="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3959"/>
    <w:pPr>
      <w:keepNext/>
      <w:jc w:val="center"/>
      <w:outlineLvl w:val="0"/>
    </w:pPr>
    <w:rPr>
      <w:rFonts w:ascii="Comic Sans MS" w:hAnsi="Comic Sans MS" w:cs="Comic Sans MS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959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79EB"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72A7"/>
    <w:rPr>
      <w:rFonts w:asciiTheme="majorHAnsi" w:eastAsiaTheme="majorEastAsia" w:hAnsiTheme="majorHAnsi" w:cstheme="majorBidi"/>
      <w:b/>
      <w:bCs/>
      <w:kern w:val="52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72A7"/>
    <w:rPr>
      <w:rFonts w:asciiTheme="majorHAnsi" w:eastAsiaTheme="majorEastAsia" w:hAnsiTheme="majorHAnsi" w:cstheme="majorBidi"/>
      <w:b/>
      <w:bCs/>
      <w:kern w:val="0"/>
      <w:sz w:val="48"/>
      <w:szCs w:val="4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72A7"/>
    <w:rPr>
      <w:rFonts w:asciiTheme="majorHAnsi" w:eastAsiaTheme="majorEastAsia" w:hAnsiTheme="majorHAnsi" w:cstheme="majorBidi"/>
      <w:b/>
      <w:bCs/>
      <w:kern w:val="0"/>
      <w:sz w:val="36"/>
      <w:szCs w:val="36"/>
      <w:lang w:eastAsia="en-US"/>
    </w:rPr>
  </w:style>
  <w:style w:type="paragraph" w:styleId="Footer">
    <w:name w:val="footer"/>
    <w:basedOn w:val="Normal"/>
    <w:link w:val="FooterChar"/>
    <w:uiPriority w:val="99"/>
    <w:rsid w:val="000D39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2A7"/>
    <w:rPr>
      <w:kern w:val="0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0D3959"/>
  </w:style>
  <w:style w:type="paragraph" w:customStyle="1" w:styleId="Body-1">
    <w:name w:val="Body-1"/>
    <w:basedOn w:val="Normal"/>
    <w:link w:val="Body-10"/>
    <w:rsid w:val="000D3959"/>
    <w:pPr>
      <w:widowControl w:val="0"/>
      <w:tabs>
        <w:tab w:val="right" w:pos="360"/>
        <w:tab w:val="left" w:pos="480"/>
      </w:tabs>
      <w:spacing w:line="280" w:lineRule="exact"/>
      <w:ind w:left="475" w:hanging="475"/>
    </w:pPr>
    <w:rPr>
      <w:spacing w:val="10"/>
      <w:kern w:val="2"/>
      <w:sz w:val="22"/>
      <w:szCs w:val="22"/>
      <w:lang w:eastAsia="zh-TW"/>
    </w:rPr>
  </w:style>
  <w:style w:type="paragraph" w:customStyle="1" w:styleId="Body-2">
    <w:name w:val="Body-2"/>
    <w:basedOn w:val="Body-1"/>
    <w:link w:val="Body-20"/>
    <w:rsid w:val="000D3959"/>
    <w:pPr>
      <w:tabs>
        <w:tab w:val="left" w:pos="960"/>
      </w:tabs>
      <w:ind w:left="965" w:hanging="965"/>
    </w:pPr>
  </w:style>
  <w:style w:type="paragraph" w:styleId="Header">
    <w:name w:val="header"/>
    <w:basedOn w:val="Normal"/>
    <w:link w:val="HeaderChar"/>
    <w:uiPriority w:val="99"/>
    <w:rsid w:val="000D3959"/>
    <w:pPr>
      <w:tabs>
        <w:tab w:val="center" w:pos="4153"/>
        <w:tab w:val="right" w:pos="8306"/>
      </w:tabs>
      <w:snapToGrid w:val="0"/>
    </w:pPr>
    <w:rPr>
      <w:sz w:val="20"/>
      <w:szCs w:val="20"/>
      <w:lang w:eastAsia="zh-T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672A7"/>
    <w:rPr>
      <w:kern w:val="0"/>
      <w:sz w:val="20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rsid w:val="000D3959"/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72A7"/>
    <w:rPr>
      <w:rFonts w:ascii="細明體" w:eastAsia="細明體" w:hAnsi="Courier New" w:cs="Courier New"/>
      <w:kern w:val="0"/>
      <w:szCs w:val="24"/>
      <w:lang w:eastAsia="en-US"/>
    </w:rPr>
  </w:style>
  <w:style w:type="table" w:styleId="TableGrid">
    <w:name w:val="Table Grid"/>
    <w:basedOn w:val="TableNormal"/>
    <w:uiPriority w:val="99"/>
    <w:rsid w:val="009729C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QStyle1">
    <w:name w:val="LQ Style 1"/>
    <w:basedOn w:val="Normal"/>
    <w:uiPriority w:val="99"/>
    <w:rsid w:val="00F168A6"/>
    <w:pPr>
      <w:widowControl w:val="0"/>
      <w:tabs>
        <w:tab w:val="left" w:pos="567"/>
        <w:tab w:val="left" w:pos="1134"/>
        <w:tab w:val="left" w:pos="1701"/>
        <w:tab w:val="left" w:pos="2268"/>
        <w:tab w:val="right" w:pos="8789"/>
      </w:tabs>
      <w:spacing w:line="360" w:lineRule="atLeast"/>
    </w:pPr>
    <w:rPr>
      <w:kern w:val="2"/>
      <w:sz w:val="22"/>
      <w:szCs w:val="22"/>
      <w:lang w:eastAsia="zh-TW"/>
    </w:rPr>
  </w:style>
  <w:style w:type="paragraph" w:customStyle="1" w:styleId="LQStyle2">
    <w:name w:val="LQ Style 2"/>
    <w:basedOn w:val="Normal"/>
    <w:uiPriority w:val="99"/>
    <w:rsid w:val="00F168A6"/>
    <w:pPr>
      <w:widowControl w:val="0"/>
      <w:tabs>
        <w:tab w:val="left" w:pos="567"/>
        <w:tab w:val="left" w:pos="1134"/>
        <w:tab w:val="left" w:pos="1701"/>
        <w:tab w:val="left" w:pos="2268"/>
        <w:tab w:val="right" w:pos="8789"/>
      </w:tabs>
      <w:spacing w:line="360" w:lineRule="atLeast"/>
      <w:ind w:left="567" w:hanging="567"/>
    </w:pPr>
    <w:rPr>
      <w:kern w:val="2"/>
      <w:sz w:val="22"/>
      <w:szCs w:val="22"/>
      <w:lang w:eastAsia="zh-TW"/>
    </w:rPr>
  </w:style>
  <w:style w:type="paragraph" w:customStyle="1" w:styleId="LQStyle3">
    <w:name w:val="LQ Style 3"/>
    <w:basedOn w:val="Normal"/>
    <w:uiPriority w:val="99"/>
    <w:rsid w:val="00F168A6"/>
    <w:pPr>
      <w:widowControl w:val="0"/>
      <w:tabs>
        <w:tab w:val="left" w:pos="1134"/>
        <w:tab w:val="left" w:pos="1701"/>
        <w:tab w:val="left" w:pos="2268"/>
        <w:tab w:val="right" w:pos="8789"/>
      </w:tabs>
      <w:spacing w:line="360" w:lineRule="atLeast"/>
      <w:ind w:left="1134" w:hanging="567"/>
    </w:pPr>
    <w:rPr>
      <w:kern w:val="2"/>
      <w:sz w:val="22"/>
      <w:szCs w:val="22"/>
      <w:lang w:eastAsia="zh-TW"/>
    </w:rPr>
  </w:style>
  <w:style w:type="paragraph" w:customStyle="1" w:styleId="MC">
    <w:name w:val="MC"/>
    <w:basedOn w:val="Normal"/>
    <w:uiPriority w:val="99"/>
    <w:rsid w:val="004C025A"/>
    <w:pPr>
      <w:widowControl w:val="0"/>
      <w:tabs>
        <w:tab w:val="right" w:pos="357"/>
        <w:tab w:val="left" w:pos="482"/>
        <w:tab w:val="left" w:pos="901"/>
      </w:tabs>
      <w:snapToGrid w:val="0"/>
      <w:spacing w:before="120" w:line="240" w:lineRule="atLeast"/>
      <w:ind w:left="480" w:hanging="480"/>
    </w:pPr>
    <w:rPr>
      <w:spacing w:val="10"/>
      <w:kern w:val="2"/>
      <w:sz w:val="22"/>
      <w:szCs w:val="22"/>
      <w:lang w:eastAsia="zh-TW"/>
    </w:rPr>
  </w:style>
  <w:style w:type="paragraph" w:customStyle="1" w:styleId="question">
    <w:name w:val="question"/>
    <w:basedOn w:val="Normal"/>
    <w:uiPriority w:val="99"/>
    <w:rsid w:val="0044388C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eastAsia="zh-TW"/>
    </w:rPr>
  </w:style>
  <w:style w:type="paragraph" w:styleId="Date">
    <w:name w:val="Date"/>
    <w:basedOn w:val="Normal"/>
    <w:next w:val="Normal"/>
    <w:link w:val="DateChar"/>
    <w:uiPriority w:val="99"/>
    <w:rsid w:val="008979EB"/>
  </w:style>
  <w:style w:type="character" w:customStyle="1" w:styleId="DateChar">
    <w:name w:val="Date Char"/>
    <w:basedOn w:val="DefaultParagraphFont"/>
    <w:link w:val="Date"/>
    <w:uiPriority w:val="99"/>
    <w:semiHidden/>
    <w:rsid w:val="003672A7"/>
    <w:rPr>
      <w:kern w:val="0"/>
      <w:szCs w:val="24"/>
      <w:lang w:eastAsia="en-US"/>
    </w:rPr>
  </w:style>
  <w:style w:type="character" w:customStyle="1" w:styleId="Body-10">
    <w:name w:val="Body-1 字元"/>
    <w:basedOn w:val="DefaultParagraphFont"/>
    <w:link w:val="Body-1"/>
    <w:rsid w:val="00B85DFA"/>
    <w:rPr>
      <w:spacing w:val="1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DF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DFA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1D65"/>
    <w:pPr>
      <w:ind w:leftChars="200" w:left="480"/>
    </w:pPr>
  </w:style>
  <w:style w:type="character" w:customStyle="1" w:styleId="Body-20">
    <w:name w:val="Body-2 字元"/>
    <w:basedOn w:val="DefaultParagraphFont"/>
    <w:link w:val="Body-2"/>
    <w:rsid w:val="00D16525"/>
    <w:rPr>
      <w:spacing w:val="10"/>
      <w:sz w:val="22"/>
    </w:rPr>
  </w:style>
  <w:style w:type="character" w:styleId="PlaceholderText">
    <w:name w:val="Placeholder Text"/>
    <w:basedOn w:val="DefaultParagraphFont"/>
    <w:uiPriority w:val="99"/>
    <w:semiHidden/>
    <w:rsid w:val="001E59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ec-dept:Mathematics:MYP:MYP%20Maths%202012_13:Year%207:Templates:directed%20numb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directed numbers.dotx</Template>
  <TotalTime>21</TotalTime>
  <Pages>4</Pages>
  <Words>527</Words>
  <Characters>3009</Characters>
  <Application>Microsoft Macintosh Word</Application>
  <DocSecurity>0</DocSecurity>
  <Lines>25</Lines>
  <Paragraphs>7</Paragraphs>
  <ScaleCrop>false</ScaleCrop>
  <Company>VSA</Company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Slosberg</dc:creator>
  <cp:lastModifiedBy>Daniel Slosberg</cp:lastModifiedBy>
  <cp:revision>3</cp:revision>
  <cp:lastPrinted>2012-08-27T06:34:00Z</cp:lastPrinted>
  <dcterms:created xsi:type="dcterms:W3CDTF">2012-08-27T06:13:00Z</dcterms:created>
  <dcterms:modified xsi:type="dcterms:W3CDTF">2012-08-27T06:47:00Z</dcterms:modified>
</cp:coreProperties>
</file>